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0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2"/>
        <w:gridCol w:w="8789"/>
        <w:gridCol w:w="1109"/>
      </w:tblGrid>
      <w:tr w:rsidR="003757DF">
        <w:trPr>
          <w:gridAfter w:val="1"/>
          <w:wAfter w:w="1109" w:type="dxa"/>
        </w:trPr>
        <w:tc>
          <w:tcPr>
            <w:tcW w:w="492" w:type="dxa"/>
          </w:tcPr>
          <w:p w:rsidR="003757DF" w:rsidRPr="000D06A6" w:rsidRDefault="003757DF" w:rsidP="000D06A6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vAlign w:val="center"/>
          </w:tcPr>
          <w:p w:rsidR="003757DF" w:rsidRDefault="003757DF" w:rsidP="000D06A6">
            <w:pPr>
              <w:jc w:val="center"/>
            </w:pPr>
            <w:r>
              <w:t>МИНИСТЕРСТВО НАУКИ И ВЫСШЕГО ОБРАЗОВАНИЯ РОССИЙСКОЙ ФЕДЕРАЦИИ</w:t>
            </w:r>
          </w:p>
          <w:p w:rsidR="003757DF" w:rsidRPr="000D06A6" w:rsidRDefault="003757DF" w:rsidP="000D06A6">
            <w:pPr>
              <w:jc w:val="center"/>
              <w:rPr>
                <w:smallCaps/>
                <w:sz w:val="16"/>
                <w:szCs w:val="16"/>
              </w:rPr>
            </w:pPr>
            <w:r w:rsidRPr="000D06A6">
              <w:rPr>
                <w:small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3757DF" w:rsidRPr="000D06A6" w:rsidRDefault="003757DF" w:rsidP="000D06A6">
            <w:pPr>
              <w:jc w:val="center"/>
              <w:rPr>
                <w:sz w:val="24"/>
                <w:szCs w:val="24"/>
              </w:rPr>
            </w:pPr>
            <w:r w:rsidRPr="000D06A6">
              <w:rPr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3757DF">
        <w:trPr>
          <w:gridAfter w:val="1"/>
          <w:wAfter w:w="1109" w:type="dxa"/>
        </w:trPr>
        <w:tc>
          <w:tcPr>
            <w:tcW w:w="492" w:type="dxa"/>
          </w:tcPr>
          <w:p w:rsidR="003757DF" w:rsidRPr="000D06A6" w:rsidRDefault="003757DF" w:rsidP="000D06A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789" w:type="dxa"/>
          </w:tcPr>
          <w:p w:rsidR="003757DF" w:rsidRPr="000D06A6" w:rsidRDefault="003757DF" w:rsidP="000D06A6">
            <w:pPr>
              <w:jc w:val="center"/>
              <w:rPr>
                <w:rFonts w:ascii="Book Antiqua" w:hAnsi="Book Antiqua" w:cs="Book Antiqua"/>
                <w:b/>
                <w:bCs/>
                <w:sz w:val="28"/>
                <w:szCs w:val="28"/>
              </w:rPr>
            </w:pPr>
            <w:r w:rsidRPr="000D06A6">
              <w:rPr>
                <w:rFonts w:ascii="Book Antiqua" w:hAnsi="Book Antiqua" w:cs="Book Antiqua"/>
                <w:b/>
                <w:bCs/>
                <w:sz w:val="28"/>
                <w:szCs w:val="28"/>
              </w:rPr>
              <w:t>Обнинский институт атомной энергетики</w:t>
            </w:r>
            <w:r w:rsidRPr="000D06A6">
              <w:rPr>
                <w:rFonts w:ascii="Book Antiqua" w:hAnsi="Book Antiqua" w:cs="Book Antiqua"/>
                <w:b/>
                <w:bCs/>
              </w:rPr>
              <w:t xml:space="preserve"> </w:t>
            </w:r>
            <w:r w:rsidRPr="000D06A6">
              <w:rPr>
                <w:rFonts w:ascii="Book Antiqua" w:hAnsi="Book Antiqua" w:cs="Book Antiqua"/>
                <w:b/>
                <w:bCs/>
                <w:sz w:val="28"/>
                <w:szCs w:val="28"/>
              </w:rPr>
              <w:t xml:space="preserve">– </w:t>
            </w:r>
          </w:p>
          <w:p w:rsidR="003757DF" w:rsidRPr="000D06A6" w:rsidRDefault="003757DF" w:rsidP="000D06A6">
            <w:pPr>
              <w:jc w:val="center"/>
              <w:rPr>
                <w:rFonts w:ascii="Book Antiqua" w:hAnsi="Book Antiqua" w:cs="Book Antiqua"/>
              </w:rPr>
            </w:pPr>
            <w:r w:rsidRPr="000D06A6">
              <w:rPr>
                <w:rFonts w:ascii="Book Antiqua" w:hAnsi="Book Antiqua" w:cs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3757DF" w:rsidRPr="000D06A6" w:rsidRDefault="003757DF" w:rsidP="000D06A6">
            <w:pPr>
              <w:jc w:val="center"/>
              <w:rPr>
                <w:sz w:val="26"/>
                <w:szCs w:val="26"/>
              </w:rPr>
            </w:pPr>
            <w:r w:rsidRPr="000D06A6">
              <w:rPr>
                <w:rFonts w:ascii="Book Antiqua" w:hAnsi="Book Antiqua" w:cs="Book Antiqua"/>
                <w:b/>
                <w:bCs/>
                <w:sz w:val="26"/>
                <w:szCs w:val="26"/>
              </w:rPr>
              <w:t>(ИАТЭ НИЯУ МИФИ)</w:t>
            </w:r>
          </w:p>
        </w:tc>
      </w:tr>
      <w:tr w:rsidR="003757DF">
        <w:tc>
          <w:tcPr>
            <w:tcW w:w="10390" w:type="dxa"/>
            <w:gridSpan w:val="3"/>
            <w:tcMar>
              <w:left w:w="108" w:type="dxa"/>
              <w:right w:w="108" w:type="dxa"/>
            </w:tcMar>
            <w:vAlign w:val="center"/>
          </w:tcPr>
          <w:p w:rsidR="003757DF" w:rsidRPr="000D06A6" w:rsidRDefault="003757DF" w:rsidP="000D06A6">
            <w:pPr>
              <w:jc w:val="center"/>
              <w:rPr>
                <w:sz w:val="24"/>
                <w:szCs w:val="24"/>
              </w:rPr>
            </w:pPr>
          </w:p>
        </w:tc>
      </w:tr>
      <w:tr w:rsidR="003757DF">
        <w:tc>
          <w:tcPr>
            <w:tcW w:w="10390" w:type="dxa"/>
            <w:gridSpan w:val="3"/>
            <w:tcMar>
              <w:left w:w="108" w:type="dxa"/>
              <w:right w:w="108" w:type="dxa"/>
            </w:tcMar>
          </w:tcPr>
          <w:p w:rsidR="003757DF" w:rsidRPr="000D06A6" w:rsidRDefault="003757DF" w:rsidP="000D06A6">
            <w:pPr>
              <w:jc w:val="center"/>
              <w:rPr>
                <w:sz w:val="24"/>
                <w:szCs w:val="24"/>
              </w:rPr>
            </w:pPr>
          </w:p>
        </w:tc>
      </w:tr>
      <w:tr w:rsidR="003757DF">
        <w:tc>
          <w:tcPr>
            <w:tcW w:w="10390" w:type="dxa"/>
            <w:gridSpan w:val="3"/>
            <w:tcMar>
              <w:left w:w="108" w:type="dxa"/>
              <w:right w:w="108" w:type="dxa"/>
            </w:tcMar>
          </w:tcPr>
          <w:p w:rsidR="003757DF" w:rsidRPr="000D06A6" w:rsidRDefault="003757DF" w:rsidP="000D06A6">
            <w:pPr>
              <w:jc w:val="center"/>
              <w:rPr>
                <w:sz w:val="24"/>
                <w:szCs w:val="24"/>
              </w:rPr>
            </w:pPr>
          </w:p>
        </w:tc>
      </w:tr>
    </w:tbl>
    <w:p w:rsidR="003757DF" w:rsidRDefault="003757DF">
      <w:pPr>
        <w:shd w:val="clear" w:color="auto" w:fill="FFFFFF"/>
        <w:spacing w:before="240" w:line="278" w:lineRule="auto"/>
        <w:ind w:right="-36" w:hanging="64"/>
      </w:pPr>
    </w:p>
    <w:p w:rsidR="003757DF" w:rsidRDefault="003757DF">
      <w:pPr>
        <w:shd w:val="clear" w:color="auto" w:fill="FFFFFF"/>
        <w:spacing w:before="240" w:line="576" w:lineRule="auto"/>
        <w:jc w:val="center"/>
      </w:pPr>
      <w:r>
        <w:rPr>
          <w:b/>
          <w:bCs/>
          <w:sz w:val="58"/>
          <w:szCs w:val="58"/>
        </w:rPr>
        <w:t>ДНЕВНИК</w:t>
      </w:r>
    </w:p>
    <w:p w:rsidR="003757DF" w:rsidRDefault="003757DF">
      <w:pPr>
        <w:shd w:val="clear" w:color="auto" w:fill="FFFFFF"/>
        <w:spacing w:before="240" w:line="576" w:lineRule="auto"/>
        <w:jc w:val="center"/>
      </w:pPr>
      <w:r>
        <w:rPr>
          <w:b/>
          <w:bCs/>
          <w:sz w:val="44"/>
          <w:szCs w:val="44"/>
        </w:rPr>
        <w:t>учебной практики</w:t>
      </w:r>
    </w:p>
    <w:p w:rsidR="003757DF" w:rsidRDefault="003757DF">
      <w:pPr>
        <w:shd w:val="clear" w:color="auto" w:fill="FFFFFF"/>
        <w:spacing w:before="538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обучающегося группы ХФМ-Б2__</w:t>
      </w:r>
    </w:p>
    <w:p w:rsidR="003757DF" w:rsidRDefault="003757DF">
      <w:pPr>
        <w:shd w:val="clear" w:color="auto" w:fill="FFFFFF"/>
        <w:spacing w:before="538"/>
        <w:jc w:val="center"/>
        <w:rPr>
          <w:b/>
          <w:bCs/>
          <w:sz w:val="36"/>
          <w:szCs w:val="36"/>
        </w:rPr>
      </w:pPr>
    </w:p>
    <w:p w:rsidR="003757DF" w:rsidRDefault="003757DF">
      <w:pPr>
        <w:shd w:val="clear" w:color="auto" w:fill="FFFFFF"/>
        <w:spacing w:before="240"/>
        <w:jc w:val="center"/>
        <w:rPr>
          <w:sz w:val="36"/>
          <w:szCs w:val="36"/>
        </w:rPr>
      </w:pPr>
      <w:r>
        <w:rPr>
          <w:sz w:val="28"/>
          <w:szCs w:val="28"/>
        </w:rPr>
        <w:t>(фамилия, инициалы)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2.png" o:spid="_x0000_s1026" type="#_x0000_t75" style="position:absolute;left:0;text-align:left;margin-left:48pt;margin-top:0;width:391.45pt;height:2.9pt;z-index:251658240;visibility:visible;mso-position-horizontal-relative:text;mso-position-vertical-relative:text">
            <v:imagedata r:id="rId7" o:title=""/>
          </v:shape>
        </w:pict>
      </w:r>
    </w:p>
    <w:p w:rsidR="003757DF" w:rsidRDefault="003757DF">
      <w:pPr>
        <w:shd w:val="clear" w:color="auto" w:fill="FFFFFF"/>
        <w:spacing w:before="900"/>
        <w:ind w:left="2381"/>
        <w:rPr>
          <w:b/>
          <w:bCs/>
          <w:sz w:val="24"/>
          <w:szCs w:val="24"/>
        </w:rPr>
      </w:pPr>
    </w:p>
    <w:p w:rsidR="003757DF" w:rsidRDefault="003757DF">
      <w:pPr>
        <w:shd w:val="clear" w:color="auto" w:fill="FFFFFF"/>
        <w:spacing w:before="500"/>
        <w:ind w:left="2381"/>
        <w:rPr>
          <w:b/>
          <w:bCs/>
          <w:sz w:val="24"/>
          <w:szCs w:val="24"/>
        </w:rPr>
      </w:pPr>
    </w:p>
    <w:p w:rsidR="003757DF" w:rsidRDefault="003757DF">
      <w:pPr>
        <w:shd w:val="clear" w:color="auto" w:fill="FFFFFF"/>
        <w:spacing w:before="500"/>
        <w:ind w:left="2381"/>
        <w:rPr>
          <w:b/>
          <w:bCs/>
          <w:sz w:val="24"/>
          <w:szCs w:val="24"/>
        </w:rPr>
      </w:pPr>
    </w:p>
    <w:p w:rsidR="003757DF" w:rsidRDefault="003757DF">
      <w:pPr>
        <w:shd w:val="clear" w:color="auto" w:fill="FFFFFF"/>
        <w:spacing w:before="500"/>
        <w:ind w:left="2381"/>
        <w:rPr>
          <w:b/>
          <w:bCs/>
          <w:sz w:val="24"/>
          <w:szCs w:val="24"/>
        </w:rPr>
      </w:pPr>
    </w:p>
    <w:p w:rsidR="003757DF" w:rsidRDefault="003757DF" w:rsidP="001B7E34">
      <w:pPr>
        <w:shd w:val="clear" w:color="auto" w:fill="FFFFFF"/>
        <w:spacing w:befor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Обнинск 202__ г.</w:t>
      </w:r>
      <w:r>
        <w:rPr>
          <w:b/>
          <w:bCs/>
          <w:sz w:val="28"/>
          <w:szCs w:val="28"/>
        </w:rPr>
        <w:br w:type="page"/>
      </w:r>
    </w:p>
    <w:p w:rsidR="003757DF" w:rsidRPr="004B3915" w:rsidRDefault="003757DF" w:rsidP="001B7E34">
      <w:pPr>
        <w:shd w:val="clear" w:color="auto" w:fill="FFFFFF"/>
        <w:spacing w:before="900" w:line="276" w:lineRule="auto"/>
        <w:jc w:val="center"/>
        <w:rPr>
          <w:b/>
          <w:bCs/>
          <w:sz w:val="24"/>
          <w:szCs w:val="24"/>
        </w:rPr>
      </w:pPr>
      <w:r w:rsidRPr="004B3915">
        <w:rPr>
          <w:b/>
          <w:bCs/>
          <w:sz w:val="24"/>
          <w:szCs w:val="24"/>
        </w:rPr>
        <w:t xml:space="preserve">ОБЛАСТИ НАУКИ И ТЕХНИКИ, </w:t>
      </w:r>
    </w:p>
    <w:p w:rsidR="003757DF" w:rsidRPr="004B3915" w:rsidRDefault="003757DF" w:rsidP="001B7E34">
      <w:pPr>
        <w:shd w:val="clear" w:color="auto" w:fill="FFFFFF"/>
        <w:spacing w:line="276" w:lineRule="auto"/>
        <w:jc w:val="center"/>
        <w:rPr>
          <w:sz w:val="24"/>
          <w:szCs w:val="24"/>
        </w:rPr>
      </w:pPr>
      <w:r w:rsidRPr="004B3915">
        <w:rPr>
          <w:b/>
          <w:bCs/>
          <w:sz w:val="24"/>
          <w:szCs w:val="24"/>
        </w:rPr>
        <w:t>В КОТОРЫХ СПЕЦИАЛИЗИРУЕТСЯ ПРАКТИКАНТ</w:t>
      </w:r>
    </w:p>
    <w:p w:rsidR="003757DF" w:rsidRPr="004B3915" w:rsidRDefault="003757DF" w:rsidP="001B7E34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  <w:r w:rsidRPr="004B3915">
        <w:rPr>
          <w:b/>
          <w:bCs/>
          <w:sz w:val="24"/>
          <w:szCs w:val="24"/>
        </w:rPr>
        <w:t>“Ядерно-физические технологии в медицине”</w:t>
      </w:r>
    </w:p>
    <w:p w:rsidR="003757DF" w:rsidRPr="004B3915" w:rsidRDefault="003757DF" w:rsidP="001B7E34">
      <w:pPr>
        <w:shd w:val="clear" w:color="auto" w:fill="FFFFFF"/>
        <w:spacing w:line="276" w:lineRule="auto"/>
        <w:jc w:val="center"/>
        <w:rPr>
          <w:sz w:val="24"/>
          <w:szCs w:val="24"/>
        </w:rPr>
      </w:pPr>
    </w:p>
    <w:p w:rsidR="003757DF" w:rsidRPr="004B3915" w:rsidRDefault="003757DF" w:rsidP="001B7E34">
      <w:pPr>
        <w:numPr>
          <w:ilvl w:val="0"/>
          <w:numId w:val="2"/>
        </w:num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Учебная</w:t>
      </w:r>
      <w:r w:rsidRPr="004B3915">
        <w:rPr>
          <w:sz w:val="24"/>
          <w:szCs w:val="24"/>
        </w:rPr>
        <w:t xml:space="preserve"> практика является неотъемлемой, завершающей частью учебного процесса и служит целям дальнейшего развития навыков научно-исследовательской работы, углубления и практического приложения теоретических знаний. Во время практики осуществляется знакомство студента с организацией научно-технической и производственной деятельности предприятий, лабораторий, отделов.</w:t>
      </w:r>
    </w:p>
    <w:p w:rsidR="003757DF" w:rsidRPr="004B3915" w:rsidRDefault="003757DF" w:rsidP="001B7E34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3757DF" w:rsidRPr="004B3915" w:rsidRDefault="003757DF" w:rsidP="001B7E34">
      <w:pPr>
        <w:numPr>
          <w:ilvl w:val="0"/>
          <w:numId w:val="2"/>
        </w:num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Студенты проходят производственную практику на базовых предприятиях (в научно-исследовательских организациях, на предприятиях, в лабораториях КБ и заводов), на кафедрах, УНЛ и других подразделениях ИАТЭ НИЯУ МИФИ.</w:t>
      </w:r>
    </w:p>
    <w:p w:rsidR="003757DF" w:rsidRPr="004B3915" w:rsidRDefault="003757DF" w:rsidP="001B7E34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3757DF" w:rsidRPr="004B3915" w:rsidRDefault="003757DF" w:rsidP="001B7E34">
      <w:pPr>
        <w:numPr>
          <w:ilvl w:val="0"/>
          <w:numId w:val="2"/>
        </w:num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 xml:space="preserve">Сроки прохождения практики определяются рабочими учебными планами.  </w:t>
      </w:r>
    </w:p>
    <w:p w:rsidR="003757DF" w:rsidRPr="004B3915" w:rsidRDefault="003757DF" w:rsidP="001B7E34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3757DF" w:rsidRPr="004B3915" w:rsidRDefault="003757DF" w:rsidP="001B7E34">
      <w:pPr>
        <w:numPr>
          <w:ilvl w:val="0"/>
          <w:numId w:val="2"/>
        </w:num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Во время прохождения практики студент обязан:</w:t>
      </w:r>
    </w:p>
    <w:p w:rsidR="003757DF" w:rsidRPr="004B3915" w:rsidRDefault="003757DF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полностью выполнять задания, предусмотренные программой практики;</w:t>
      </w:r>
    </w:p>
    <w:p w:rsidR="003757DF" w:rsidRPr="004B3915" w:rsidRDefault="003757DF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подчиняться действующим на предприятии, в учреждении, организации правилам внутреннего трудового распорядка;</w:t>
      </w:r>
    </w:p>
    <w:p w:rsidR="003757DF" w:rsidRPr="004B3915" w:rsidRDefault="003757DF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изучить и строго соблюдать правила охраны труда, техники безопасности и производственной санитарии;</w:t>
      </w:r>
    </w:p>
    <w:p w:rsidR="003757DF" w:rsidRPr="004B3915" w:rsidRDefault="003757DF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нести ответственность за выполняемую работу и ее результаты;</w:t>
      </w:r>
    </w:p>
    <w:p w:rsidR="003757DF" w:rsidRPr="004B3915" w:rsidRDefault="003757DF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по окончании практики представить руководителю практики письменный отчет о выполнении всех заданий и сдать зачет (защитить отчет) по практике.</w:t>
      </w:r>
    </w:p>
    <w:p w:rsidR="003757DF" w:rsidRPr="004B3915" w:rsidRDefault="003757DF" w:rsidP="001B7E34">
      <w:p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</w:p>
    <w:p w:rsidR="003757DF" w:rsidRPr="004B3915" w:rsidRDefault="003757DF" w:rsidP="001B7E34">
      <w:pPr>
        <w:pStyle w:val="ListParagraph"/>
        <w:numPr>
          <w:ilvl w:val="0"/>
          <w:numId w:val="2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b/>
          <w:bCs/>
          <w:sz w:val="24"/>
          <w:szCs w:val="24"/>
        </w:rPr>
        <w:t>Порядок ведения дневника</w:t>
      </w:r>
      <w:r w:rsidRPr="004B3915">
        <w:rPr>
          <w:sz w:val="24"/>
          <w:szCs w:val="24"/>
        </w:rPr>
        <w:t>:</w:t>
      </w:r>
    </w:p>
    <w:p w:rsidR="003757DF" w:rsidRPr="004B3915" w:rsidRDefault="003757DF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дневник заполняется студентом лично и ведется регулярно в течение всей практики;</w:t>
      </w:r>
    </w:p>
    <w:p w:rsidR="003757DF" w:rsidRPr="004B3915" w:rsidRDefault="003757DF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руководитель практики согласно регламенту, рекомендованному руководителем образовательной программы, просматривает дневник и записывает в нем свои замечания;</w:t>
      </w:r>
    </w:p>
    <w:p w:rsidR="003757DF" w:rsidRPr="004B3915" w:rsidRDefault="003757DF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 разделе 1 студент указывает все требуемые общие сведения (отметка о дате выезда из ИАТЭ НИЯУ МИФИ делается в случае прохождения практики на предприятиях, в том числе и обнинских);</w:t>
      </w:r>
    </w:p>
    <w:p w:rsidR="003757DF" w:rsidRPr="004B3915" w:rsidRDefault="003757DF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раздел 2 заполняется студентом совместно с руководителем практики;</w:t>
      </w:r>
    </w:p>
    <w:p w:rsidR="003757DF" w:rsidRPr="004B3915" w:rsidRDefault="003757DF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 разделе 3 студент подводит итоги проделанной работы и дает свои предложения по содержанию практики;</w:t>
      </w:r>
    </w:p>
    <w:p w:rsidR="003757DF" w:rsidRPr="004B3915" w:rsidRDefault="003757DF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 разделе 4 руководитель практики делает подробный анализ проделанной студентом работы и выносит по ней свое заключение с обязательным указанием оценки за практику;</w:t>
      </w:r>
    </w:p>
    <w:p w:rsidR="003757DF" w:rsidRPr="004B3915" w:rsidRDefault="003757DF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 разделе 5 комиссия по приему зачета по практике дает оценку всей проделанной студентом работы с учетом результатов защиты.</w:t>
      </w:r>
    </w:p>
    <w:p w:rsidR="003757DF" w:rsidRPr="004B3915" w:rsidRDefault="003757DF" w:rsidP="001B7E34">
      <w:p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</w:p>
    <w:p w:rsidR="003757DF" w:rsidRPr="004B3915" w:rsidRDefault="003757DF" w:rsidP="001B7E34">
      <w:pPr>
        <w:widowControl/>
        <w:spacing w:line="276" w:lineRule="auto"/>
        <w:ind w:firstLine="426"/>
        <w:jc w:val="both"/>
        <w:rPr>
          <w:color w:val="000000"/>
          <w:sz w:val="24"/>
          <w:szCs w:val="24"/>
        </w:rPr>
      </w:pPr>
      <w:r w:rsidRPr="004B3915">
        <w:rPr>
          <w:color w:val="000000"/>
          <w:sz w:val="24"/>
          <w:szCs w:val="24"/>
        </w:rPr>
        <w:t xml:space="preserve">6. </w:t>
      </w:r>
      <w:r w:rsidRPr="004B3915">
        <w:rPr>
          <w:b/>
          <w:bCs/>
          <w:color w:val="000000"/>
          <w:sz w:val="24"/>
          <w:szCs w:val="24"/>
        </w:rPr>
        <w:t>Подведение итогов практики</w:t>
      </w:r>
      <w:r w:rsidRPr="004B3915">
        <w:rPr>
          <w:color w:val="000000"/>
          <w:sz w:val="24"/>
          <w:szCs w:val="24"/>
        </w:rPr>
        <w:t>. По окончании практики студент составляет письменный отчет и сдает его своему руководителю одновременно с дневником. В отчете обязательно должно быть отражено современное состояние научной проблемы, к которой относятся программа практики, методика исследований, описание экспериментально-расчетной части. Основу отчета составляют сведения о конкретно выполненной студентом производственной работе в период практики. Объем отчета должен составлять не менее 15 страниц. Формат А4, шрифт 14, через 1,5 интервала с полями. К отчету могут прилагаться графики, таблицы, схемы, заполненные формы (бланки) документов.</w:t>
      </w:r>
    </w:p>
    <w:p w:rsidR="003757DF" w:rsidRPr="004B3915" w:rsidRDefault="003757DF" w:rsidP="001B7E34">
      <w:p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Для оформления отчета студенту выделяется в конце практики 3-5 дней.</w:t>
      </w:r>
    </w:p>
    <w:p w:rsidR="003757DF" w:rsidRPr="004B3915" w:rsidRDefault="003757DF" w:rsidP="001B7E34">
      <w:p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По окончании практики студент защищает отчет о проделанной работе в комиссии. На базах практики комиссии назначаются руководителем предприятия, а в институте – руководителем образовательной программы.</w:t>
      </w:r>
    </w:p>
    <w:p w:rsidR="003757DF" w:rsidRDefault="003757DF">
      <w:pPr>
        <w:shd w:val="clear" w:color="auto" w:fill="FFFFFF"/>
        <w:rPr>
          <w:sz w:val="24"/>
          <w:szCs w:val="24"/>
        </w:rPr>
        <w:sectPr w:rsidR="003757DF">
          <w:pgSz w:w="11909" w:h="16834"/>
          <w:pgMar w:top="1134" w:right="851" w:bottom="1134" w:left="1701" w:header="720" w:footer="720" w:gutter="0"/>
          <w:cols w:space="720"/>
        </w:sectPr>
      </w:pPr>
    </w:p>
    <w:p w:rsidR="003757DF" w:rsidRDefault="003757DF">
      <w:pPr>
        <w:shd w:val="clear" w:color="auto" w:fill="FFFFFF"/>
        <w:ind w:right="101"/>
        <w:jc w:val="center"/>
      </w:pPr>
      <w:r>
        <w:rPr>
          <w:b/>
          <w:bCs/>
          <w:sz w:val="34"/>
          <w:szCs w:val="34"/>
        </w:rPr>
        <w:t>ПАМЯТКА</w:t>
      </w:r>
    </w:p>
    <w:p w:rsidR="003757DF" w:rsidRDefault="003757DF">
      <w:pPr>
        <w:shd w:val="clear" w:color="auto" w:fill="FFFFFF"/>
        <w:spacing w:before="96" w:line="27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обучающимся, проходящим учебную практику</w:t>
      </w:r>
    </w:p>
    <w:p w:rsidR="003757DF" w:rsidRDefault="003757DF">
      <w:pPr>
        <w:shd w:val="clear" w:color="auto" w:fill="FFFFFF"/>
        <w:spacing w:line="360" w:lineRule="auto"/>
        <w:ind w:firstLine="709"/>
        <w:jc w:val="center"/>
        <w:rPr>
          <w:sz w:val="24"/>
          <w:szCs w:val="24"/>
        </w:rPr>
      </w:pPr>
    </w:p>
    <w:p w:rsidR="003757DF" w:rsidRDefault="003757DF">
      <w:pPr>
        <w:numPr>
          <w:ilvl w:val="0"/>
          <w:numId w:val="6"/>
        </w:numPr>
        <w:tabs>
          <w:tab w:val="left" w:pos="912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Учебная практика является неотъемлемой, завершающей частью учебного процесса и служит целям дальнейшего развития навыков научно-исследовательской работы, углубления и практического приложения теоретических знаний. Во время практики осуществляется знакомство обучающегося с организацией научно-технической и производственной деятельности предприятий, лабораторий, отделов.</w:t>
      </w:r>
    </w:p>
    <w:p w:rsidR="003757DF" w:rsidRDefault="003757DF">
      <w:pPr>
        <w:numPr>
          <w:ilvl w:val="0"/>
          <w:numId w:val="6"/>
        </w:numPr>
        <w:tabs>
          <w:tab w:val="left" w:pos="912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Обучающиеся проходят производственную практику в организациях, осуществляющих деятельность по профилю осваиваемой образовательной программы (профильных организациях), в том числе в их подразделениях, в структурных подразделениях ИАТЭ НИЯУ МИФИ, профиль деятельности которых соответствует осваиваемой образовательной программе.</w:t>
      </w:r>
    </w:p>
    <w:p w:rsidR="003757DF" w:rsidRDefault="003757DF">
      <w:pPr>
        <w:numPr>
          <w:ilvl w:val="0"/>
          <w:numId w:val="6"/>
        </w:numPr>
        <w:tabs>
          <w:tab w:val="left" w:pos="912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Сроки прохождения практики определяются рабочими учебными планами, календарным учебным графиком.</w:t>
      </w:r>
    </w:p>
    <w:p w:rsidR="003757DF" w:rsidRDefault="003757DF">
      <w:pPr>
        <w:numPr>
          <w:ilvl w:val="0"/>
          <w:numId w:val="6"/>
        </w:numPr>
        <w:tabs>
          <w:tab w:val="left" w:pos="912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Во время прохождения практики обучающийся обязан:</w:t>
      </w:r>
    </w:p>
    <w:p w:rsidR="003757DF" w:rsidRDefault="003757DF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Arial MT" w:hAnsi="Arial MT" w:cs="Arial MT"/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полностью выполнять задания, предусмотренные программой практики;</w:t>
      </w:r>
    </w:p>
    <w:p w:rsidR="003757DF" w:rsidRDefault="003757D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подчиняться действующим на предприятии, в учреждении или организации правилам внутреннего трудового распорядка;</w:t>
      </w:r>
    </w:p>
    <w:p w:rsidR="003757DF" w:rsidRDefault="003757D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изучить и строго соблюдать правила охраны труда, техники безопасности и производственной санитарии;</w:t>
      </w:r>
    </w:p>
    <w:p w:rsidR="003757DF" w:rsidRDefault="003757DF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нести ответственность за выполняемую работу и ее результаты;</w:t>
      </w:r>
    </w:p>
    <w:p w:rsidR="003757DF" w:rsidRDefault="003757DF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по окончании практики представить руководителю практической подготовки от университета письменный отчет о выполнении всех заданий и сдать зачет (защитить отчет) по практике.</w:t>
      </w:r>
    </w:p>
    <w:p w:rsidR="003757DF" w:rsidRDefault="003757DF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Порядок ведения дневника:</w:t>
      </w:r>
    </w:p>
    <w:p w:rsidR="003757DF" w:rsidRDefault="003757DF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дневник заполняется обучающихся лично и ведется регулярно в течение всей практики;</w:t>
      </w:r>
    </w:p>
    <w:p w:rsidR="003757DF" w:rsidRDefault="003757DF">
      <w:pPr>
        <w:numPr>
          <w:ilvl w:val="0"/>
          <w:numId w:val="1"/>
        </w:numPr>
        <w:tabs>
          <w:tab w:val="left" w:pos="903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руководитель практической подготовки от университета, просматривает дневник и записывает в нем свои замечания;</w:t>
      </w:r>
    </w:p>
    <w:p w:rsidR="003757DF" w:rsidRDefault="003757DF">
      <w:pPr>
        <w:numPr>
          <w:ilvl w:val="0"/>
          <w:numId w:val="1"/>
        </w:numPr>
        <w:tabs>
          <w:tab w:val="left" w:pos="893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 разделе 1 обучающийся указывает все требуемые общие сведения (отметка о дате выезда из НИЯУ МИФИ делается в случае прохождения практики на предприятиях, в том числе и московских);</w:t>
      </w:r>
    </w:p>
    <w:p w:rsidR="003757DF" w:rsidRDefault="003757DF">
      <w:pPr>
        <w:numPr>
          <w:ilvl w:val="0"/>
          <w:numId w:val="1"/>
        </w:numPr>
        <w:tabs>
          <w:tab w:val="left" w:pos="1111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раздел 2 заполняется обучающихся совместно с руководителем практической подготовки от университета;</w:t>
      </w:r>
    </w:p>
    <w:p w:rsidR="003757DF" w:rsidRDefault="003757DF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 разделе 3 обучающийся подводит итоги проделанной работы и дает свои предложения по содержанию практики;</w:t>
      </w:r>
    </w:p>
    <w:p w:rsidR="003757DF" w:rsidRDefault="003757DF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 разделе 4 руководитель практической подготовки делает подробный анализ проделанной обучающихся работы и выносит по ней свое заключение с обязательным указанием оценки за практику;</w:t>
      </w:r>
    </w:p>
    <w:p w:rsidR="003757DF" w:rsidRDefault="003757DF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 разделе 5 комиссия по приему зачета по практике дает оценку всей проделанной обучающихся работы с учетом результатов защиты.</w:t>
      </w:r>
    </w:p>
    <w:p w:rsidR="003757DF" w:rsidRDefault="003757DF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Подведение итогов практики. По окончании практики обучающийся составляет письменный отчет и сдает его своему руководителю от университета одновременно с дневником. В отчете обязательно должно быть отражено современное состояние проблемы, к которой относятся программа практики (методика исследований, описание экспериментальной установки и т.д.). Основу отчета составляют сведения о конкретно выполненной обучающихся производственной работе в период практики. Объем отчета должен составлять не менее 10 страниц. Формат А4, шрифт 14, интервал - 1,5 интервала. К отчету могут прилагаться графики, таблицы, схемы, заполненные формы (бланки) документов.</w:t>
      </w:r>
    </w:p>
    <w:p w:rsidR="003757DF" w:rsidRDefault="003757DF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оформления отчета обучающемуся выделяется в конце практики 3-5 дней.</w:t>
      </w:r>
    </w:p>
    <w:p w:rsidR="003757DF" w:rsidRDefault="003757DF">
      <w:pPr>
        <w:tabs>
          <w:tab w:val="left" w:pos="2636"/>
          <w:tab w:val="left" w:pos="3725"/>
          <w:tab w:val="left" w:pos="5955"/>
          <w:tab w:val="left" w:pos="6970"/>
          <w:tab w:val="left" w:pos="9038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окончании практики обучающийся сдает комиссии зачет с оценкой о проделанной работе (защищает отчет). Комиссии назначаются отделением, ответственным за организацию и проведение практик.</w:t>
      </w:r>
    </w:p>
    <w:p w:rsidR="003757DF" w:rsidRDefault="003757DF">
      <w:pPr>
        <w:shd w:val="clear" w:color="auto" w:fill="FFFFFF"/>
        <w:ind w:left="3581"/>
      </w:pPr>
      <w:r>
        <w:br w:type="page"/>
      </w:r>
      <w:r>
        <w:rPr>
          <w:b/>
          <w:bCs/>
          <w:sz w:val="26"/>
          <w:szCs w:val="26"/>
        </w:rPr>
        <w:t>1. Общие сведения</w:t>
      </w:r>
    </w:p>
    <w:p w:rsidR="003757DF" w:rsidRDefault="003757DF">
      <w:pPr>
        <w:shd w:val="clear" w:color="auto" w:fill="FFFFFF"/>
        <w:spacing w:before="624"/>
        <w:ind w:left="19"/>
        <w:rPr>
          <w:sz w:val="22"/>
          <w:szCs w:val="22"/>
        </w:rPr>
      </w:pPr>
      <w:r>
        <w:rPr>
          <w:sz w:val="22"/>
          <w:szCs w:val="22"/>
        </w:rPr>
        <w:t>1. Фамилия _______________________________________________________________</w:t>
      </w:r>
    </w:p>
    <w:p w:rsidR="003757DF" w:rsidRDefault="003757DF">
      <w:pPr>
        <w:shd w:val="clear" w:color="auto" w:fill="FFFFFF"/>
        <w:spacing w:before="326"/>
        <w:rPr>
          <w:sz w:val="22"/>
          <w:szCs w:val="22"/>
        </w:rPr>
      </w:pPr>
      <w:r>
        <w:rPr>
          <w:sz w:val="22"/>
          <w:szCs w:val="22"/>
        </w:rPr>
        <w:t>2. Имя, отчество ___________________________________________________</w:t>
      </w:r>
    </w:p>
    <w:p w:rsidR="003757DF" w:rsidRDefault="003757DF">
      <w:pPr>
        <w:shd w:val="clear" w:color="auto" w:fill="FFFFFF"/>
        <w:spacing w:before="317"/>
        <w:ind w:left="5"/>
        <w:rPr>
          <w:sz w:val="22"/>
          <w:szCs w:val="22"/>
        </w:rPr>
      </w:pPr>
      <w:r>
        <w:rPr>
          <w:sz w:val="22"/>
          <w:szCs w:val="22"/>
        </w:rPr>
        <w:t>3. Группа _________</w:t>
      </w:r>
      <w:r>
        <w:rPr>
          <w:sz w:val="22"/>
          <w:szCs w:val="22"/>
          <w:u w:val="single"/>
        </w:rPr>
        <w:t>МФ-Б20</w:t>
      </w:r>
      <w:r>
        <w:rPr>
          <w:sz w:val="22"/>
          <w:szCs w:val="22"/>
        </w:rPr>
        <w:t>_________________________________________________________</w:t>
      </w:r>
    </w:p>
    <w:p w:rsidR="003757DF" w:rsidRDefault="003757DF">
      <w:pPr>
        <w:shd w:val="clear" w:color="auto" w:fill="FFFFFF"/>
        <w:spacing w:before="307"/>
        <w:rPr>
          <w:sz w:val="22"/>
          <w:szCs w:val="22"/>
        </w:rPr>
      </w:pPr>
      <w:r>
        <w:rPr>
          <w:sz w:val="22"/>
          <w:szCs w:val="22"/>
        </w:rPr>
        <w:t>4. Направление подготовки / Специальность (код, наименование) _______________________</w:t>
      </w:r>
    </w:p>
    <w:p w:rsidR="003757DF" w:rsidRDefault="003757DF">
      <w:pPr>
        <w:shd w:val="clear" w:color="auto" w:fill="FFFFFF"/>
        <w:spacing w:before="307"/>
        <w:rPr>
          <w:sz w:val="22"/>
          <w:szCs w:val="22"/>
        </w:rPr>
      </w:pPr>
      <w:r>
        <w:rPr>
          <w:sz w:val="22"/>
          <w:szCs w:val="22"/>
        </w:rPr>
        <w:t>____</w:t>
      </w:r>
      <w:r w:rsidRPr="004B3915">
        <w:rPr>
          <w:sz w:val="22"/>
          <w:szCs w:val="22"/>
          <w:u w:val="single"/>
        </w:rPr>
        <w:t>03.03.02 Физика, Ядерно-физические технологии в медицине</w:t>
      </w:r>
      <w:r>
        <w:rPr>
          <w:sz w:val="22"/>
          <w:szCs w:val="22"/>
        </w:rPr>
        <w:t>___________________________</w:t>
      </w:r>
    </w:p>
    <w:p w:rsidR="003757DF" w:rsidRDefault="003757DF">
      <w:pPr>
        <w:shd w:val="clear" w:color="auto" w:fill="FFFFFF"/>
        <w:spacing w:before="331" w:line="600" w:lineRule="auto"/>
        <w:ind w:left="10"/>
        <w:rPr>
          <w:sz w:val="22"/>
          <w:szCs w:val="22"/>
        </w:rPr>
      </w:pPr>
      <w:r>
        <w:rPr>
          <w:sz w:val="22"/>
          <w:szCs w:val="22"/>
        </w:rPr>
        <w:t>5. Предприятие _________________</w:t>
      </w:r>
    </w:p>
    <w:p w:rsidR="003757DF" w:rsidRDefault="003757DF">
      <w:pPr>
        <w:shd w:val="clear" w:color="auto" w:fill="FFFFFF"/>
        <w:spacing w:before="312" w:line="600" w:lineRule="auto"/>
        <w:ind w:left="10"/>
        <w:rPr>
          <w:sz w:val="22"/>
          <w:szCs w:val="22"/>
        </w:rPr>
      </w:pPr>
      <w:r>
        <w:rPr>
          <w:sz w:val="22"/>
          <w:szCs w:val="22"/>
        </w:rPr>
        <w:t>6. Руководитель образовательной программы</w:t>
      </w:r>
    </w:p>
    <w:p w:rsidR="003757DF" w:rsidRDefault="003757DF">
      <w:pPr>
        <w:shd w:val="clear" w:color="auto" w:fill="FFFFFF"/>
        <w:ind w:left="1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</w:t>
      </w:r>
    </w:p>
    <w:p w:rsidR="003757DF" w:rsidRDefault="003757DF">
      <w:pPr>
        <w:shd w:val="clear" w:color="auto" w:fill="FFFFFF"/>
        <w:ind w:left="4042"/>
      </w:pPr>
      <w:r>
        <w:t>(ф., и., о., телефон)</w:t>
      </w:r>
    </w:p>
    <w:p w:rsidR="003757DF" w:rsidRDefault="003757DF">
      <w:pPr>
        <w:shd w:val="clear" w:color="auto" w:fill="FFFFFF"/>
        <w:rPr>
          <w:sz w:val="22"/>
          <w:szCs w:val="22"/>
        </w:rPr>
      </w:pPr>
    </w:p>
    <w:p w:rsidR="003757DF" w:rsidRDefault="003757D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7. Руководитель практической подготовки</w:t>
      </w:r>
    </w:p>
    <w:p w:rsidR="003757DF" w:rsidRDefault="003757DF">
      <w:pPr>
        <w:shd w:val="clear" w:color="auto" w:fill="FFFFFF"/>
        <w:rPr>
          <w:sz w:val="22"/>
          <w:szCs w:val="22"/>
        </w:rPr>
      </w:pPr>
    </w:p>
    <w:p w:rsidR="003757DF" w:rsidRDefault="003757D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</w:t>
      </w:r>
    </w:p>
    <w:p w:rsidR="003757DF" w:rsidRDefault="003757DF">
      <w:pPr>
        <w:shd w:val="clear" w:color="auto" w:fill="FFFFFF"/>
        <w:ind w:left="10"/>
        <w:jc w:val="center"/>
      </w:pPr>
      <w:r>
        <w:t>(ф. и. о., ученая степень, звание, должность)</w:t>
      </w:r>
    </w:p>
    <w:p w:rsidR="003757DF" w:rsidRDefault="003757DF">
      <w:pPr>
        <w:shd w:val="clear" w:color="auto" w:fill="FFFFFF"/>
        <w:rPr>
          <w:sz w:val="22"/>
          <w:szCs w:val="22"/>
        </w:rPr>
      </w:pPr>
    </w:p>
    <w:p w:rsidR="003757DF" w:rsidRDefault="003757D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8. Ответственное лицо от профильной организации</w:t>
      </w:r>
    </w:p>
    <w:p w:rsidR="003757DF" w:rsidRDefault="003757DF">
      <w:pPr>
        <w:shd w:val="clear" w:color="auto" w:fill="FFFFFF"/>
        <w:rPr>
          <w:sz w:val="22"/>
          <w:szCs w:val="22"/>
        </w:rPr>
      </w:pPr>
    </w:p>
    <w:p w:rsidR="003757DF" w:rsidRDefault="003757D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____</w:t>
      </w:r>
      <w:r>
        <w:rPr>
          <w:color w:val="FF0000"/>
          <w:sz w:val="22"/>
          <w:szCs w:val="22"/>
        </w:rPr>
        <w:t>_____________________________________________________________</w:t>
      </w:r>
      <w:r w:rsidRPr="00BF4598">
        <w:rPr>
          <w:color w:val="FF0000"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__________</w:t>
      </w:r>
    </w:p>
    <w:p w:rsidR="003757DF" w:rsidRDefault="003757DF">
      <w:pPr>
        <w:shd w:val="clear" w:color="auto" w:fill="FFFFFF"/>
        <w:ind w:left="10"/>
        <w:jc w:val="center"/>
      </w:pPr>
      <w:bookmarkStart w:id="0" w:name="_30j0zll" w:colFirst="0" w:colLast="0"/>
      <w:bookmarkEnd w:id="0"/>
      <w:r>
        <w:t>(ф. и. о., должность)</w:t>
      </w:r>
    </w:p>
    <w:p w:rsidR="003757DF" w:rsidRDefault="003757D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9. Сроки практики по учебному плану</w:t>
      </w:r>
    </w:p>
    <w:p w:rsidR="003757DF" w:rsidRDefault="003757DF">
      <w:pPr>
        <w:shd w:val="clear" w:color="auto" w:fill="FFFFFF"/>
        <w:rPr>
          <w:sz w:val="22"/>
          <w:szCs w:val="22"/>
        </w:rPr>
      </w:pPr>
    </w:p>
    <w:p w:rsidR="003757DF" w:rsidRDefault="003757DF">
      <w:pPr>
        <w:shd w:val="clear" w:color="auto" w:fill="FFFFFF"/>
        <w:rPr>
          <w:sz w:val="22"/>
          <w:szCs w:val="22"/>
        </w:rPr>
      </w:pPr>
      <w:bookmarkStart w:id="1" w:name="_1fob9te" w:colFirst="0" w:colLast="0"/>
      <w:bookmarkEnd w:id="1"/>
      <w:r>
        <w:rPr>
          <w:sz w:val="22"/>
          <w:szCs w:val="22"/>
        </w:rPr>
        <w:t xml:space="preserve"> ________________________________________________________________________________</w:t>
      </w:r>
    </w:p>
    <w:p w:rsidR="003757DF" w:rsidRDefault="003757DF">
      <w:pPr>
        <w:shd w:val="clear" w:color="auto" w:fill="FFFFFF"/>
        <w:rPr>
          <w:sz w:val="22"/>
          <w:szCs w:val="22"/>
        </w:rPr>
      </w:pPr>
    </w:p>
    <w:p w:rsidR="003757DF" w:rsidRDefault="003757D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10. Дата выезда из ИАТЭ НИЯУ МИФИ __________________________________________</w:t>
      </w:r>
    </w:p>
    <w:p w:rsidR="003757DF" w:rsidRDefault="003757DF">
      <w:pPr>
        <w:shd w:val="clear" w:color="auto" w:fill="FFFFFF"/>
        <w:rPr>
          <w:sz w:val="22"/>
          <w:szCs w:val="22"/>
        </w:rPr>
      </w:pPr>
    </w:p>
    <w:p w:rsidR="003757DF" w:rsidRDefault="003757D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11. Дата прибытия на место прохождения практики____________________________________</w:t>
      </w:r>
    </w:p>
    <w:p w:rsidR="003757DF" w:rsidRDefault="003757DF">
      <w:pPr>
        <w:shd w:val="clear" w:color="auto" w:fill="FFFFFF"/>
        <w:rPr>
          <w:sz w:val="22"/>
          <w:szCs w:val="22"/>
        </w:rPr>
      </w:pPr>
    </w:p>
    <w:p w:rsidR="003757DF" w:rsidRDefault="003757D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12. Назначен на должность* и приступил к работе____________________________________</w:t>
      </w:r>
    </w:p>
    <w:p w:rsidR="003757DF" w:rsidRDefault="003757DF">
      <w:pPr>
        <w:shd w:val="clear" w:color="auto" w:fill="FFFFFF"/>
        <w:rPr>
          <w:sz w:val="22"/>
          <w:szCs w:val="22"/>
        </w:rPr>
      </w:pPr>
    </w:p>
    <w:p w:rsidR="003757DF" w:rsidRDefault="003757D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13. Переведен на должность_______________________________________________________</w:t>
      </w:r>
    </w:p>
    <w:p w:rsidR="003757DF" w:rsidRDefault="003757DF">
      <w:pPr>
        <w:shd w:val="clear" w:color="auto" w:fill="FFFFFF"/>
        <w:rPr>
          <w:sz w:val="22"/>
          <w:szCs w:val="22"/>
        </w:rPr>
      </w:pPr>
    </w:p>
    <w:p w:rsidR="003757DF" w:rsidRDefault="003757D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14. Дата выезда с места прохождения практики________________________________________</w:t>
      </w:r>
    </w:p>
    <w:p w:rsidR="003757DF" w:rsidRDefault="003757DF">
      <w:pPr>
        <w:shd w:val="clear" w:color="auto" w:fill="FFFFFF"/>
        <w:rPr>
          <w:sz w:val="22"/>
          <w:szCs w:val="22"/>
        </w:rPr>
      </w:pPr>
    </w:p>
    <w:p w:rsidR="003757DF" w:rsidRDefault="003757DF">
      <w:pPr>
        <w:shd w:val="clear" w:color="auto" w:fill="FFFFFF"/>
        <w:rPr>
          <w:sz w:val="22"/>
          <w:szCs w:val="22"/>
        </w:rPr>
        <w:sectPr w:rsidR="003757DF">
          <w:pgSz w:w="11909" w:h="16834"/>
          <w:pgMar w:top="1134" w:right="851" w:bottom="1134" w:left="1701" w:header="720" w:footer="720" w:gutter="0"/>
          <w:cols w:space="720"/>
        </w:sectPr>
      </w:pPr>
      <w:r>
        <w:rPr>
          <w:sz w:val="22"/>
          <w:szCs w:val="22"/>
        </w:rPr>
        <w:t>15. Дата прибытия в ИАТЭ НИЯУ МИФИ_______________________________________________</w:t>
      </w:r>
    </w:p>
    <w:p w:rsidR="003757DF" w:rsidRDefault="003757DF">
      <w:pPr>
        <w:shd w:val="clear" w:color="auto" w:fill="FFFFFF"/>
        <w:rPr>
          <w:sz w:val="16"/>
          <w:szCs w:val="16"/>
        </w:rPr>
      </w:pPr>
    </w:p>
    <w:p w:rsidR="003757DF" w:rsidRDefault="003757DF">
      <w:pPr>
        <w:shd w:val="clear" w:color="auto" w:fill="FFFFFF"/>
        <w:spacing w:before="900"/>
      </w:pPr>
      <w:r>
        <w:rPr>
          <w:sz w:val="16"/>
          <w:szCs w:val="16"/>
        </w:rPr>
        <w:t>*Вопрос о назначении практиканта на должность решается индивидуально по месту прохождений практики с учетом возможностей предприятия (организации).</w:t>
      </w:r>
      <w:r>
        <w:br w:type="page"/>
      </w:r>
      <w:r>
        <w:rPr>
          <w:b/>
          <w:bCs/>
          <w:sz w:val="26"/>
          <w:szCs w:val="26"/>
        </w:rPr>
        <w:t>2. Индивидуальное задание обучающегося по производственной практике</w:t>
      </w:r>
    </w:p>
    <w:p w:rsidR="003757DF" w:rsidRDefault="003757DF">
      <w:pPr>
        <w:spacing w:after="346" w:line="14" w:lineRule="auto"/>
        <w:rPr>
          <w:sz w:val="2"/>
          <w:szCs w:val="2"/>
        </w:rPr>
      </w:pPr>
    </w:p>
    <w:tbl>
      <w:tblPr>
        <w:tblW w:w="9405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5355"/>
        <w:gridCol w:w="1651"/>
        <w:gridCol w:w="1814"/>
      </w:tblGrid>
      <w:tr w:rsidR="003757DF" w:rsidRPr="00A25768">
        <w:trPr>
          <w:trHeight w:val="1418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D06A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D06A6">
              <w:rPr>
                <w:b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D06A6">
              <w:rPr>
                <w:b/>
                <w:bCs/>
                <w:sz w:val="24"/>
                <w:szCs w:val="24"/>
              </w:rPr>
              <w:t>Сроки выполнения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D06A6">
              <w:rPr>
                <w:b/>
                <w:bCs/>
                <w:sz w:val="24"/>
                <w:szCs w:val="24"/>
              </w:rPr>
              <w:t>Форма отчетности</w:t>
            </w:r>
          </w:p>
        </w:tc>
      </w:tr>
      <w:tr w:rsidR="003757DF" w:rsidRPr="00A25768">
        <w:trPr>
          <w:trHeight w:val="68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D06A6">
              <w:rPr>
                <w:sz w:val="24"/>
                <w:szCs w:val="24"/>
              </w:rPr>
              <w:t>1.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bookmarkStart w:id="2" w:name="_3znysh7" w:colFirst="0" w:colLast="0"/>
            <w:bookmarkEnd w:id="2"/>
            <w:r w:rsidRPr="000D06A6">
              <w:rPr>
                <w:sz w:val="24"/>
                <w:szCs w:val="24"/>
              </w:rPr>
              <w:t>Определение темы, постановка целей, задач, плана, форм отчетности. Встреча с руководителем от профильной организации. Обзорная экскурсия с целью общего знакомства с профильной организацией и ее подразделениями. Уточнение и согласование индивидуального задания на практику с руководителем от профильной организации. Составление плана учебной практики с учетом деятельности структурного подразделения профильной организации.</w:t>
            </w:r>
            <w:bookmarkStart w:id="3" w:name="_2et92p0" w:colFirst="0" w:colLast="0"/>
            <w:bookmarkEnd w:id="3"/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0D06A6">
              <w:rPr>
                <w:rStyle w:val="FontStyle140"/>
                <w:b w:val="0"/>
                <w:bCs w:val="0"/>
                <w:sz w:val="24"/>
                <w:szCs w:val="24"/>
              </w:rPr>
              <w:t>Заполнение дневника практики, Написание раздела отчета</w:t>
            </w:r>
          </w:p>
        </w:tc>
      </w:tr>
      <w:tr w:rsidR="003757DF" w:rsidRPr="00A25768">
        <w:trPr>
          <w:trHeight w:val="64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D06A6">
              <w:rPr>
                <w:sz w:val="24"/>
                <w:szCs w:val="24"/>
              </w:rPr>
              <w:t>2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tabs>
                <w:tab w:val="left" w:pos="708"/>
                <w:tab w:val="right" w:leader="underscore" w:pos="8505"/>
              </w:tabs>
              <w:spacing w:line="360" w:lineRule="auto"/>
              <w:rPr>
                <w:sz w:val="24"/>
                <w:szCs w:val="24"/>
              </w:rPr>
            </w:pPr>
            <w:r w:rsidRPr="000D06A6">
              <w:rPr>
                <w:sz w:val="24"/>
                <w:szCs w:val="24"/>
              </w:rPr>
              <w:t>Изучение научной литературы, статей, технической документации на приборы, установки, программное обеспечение и коды и т.д., используемые студентом при прохождении учебной практики.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bCs w:val="0"/>
                <w:sz w:val="24"/>
                <w:szCs w:val="24"/>
              </w:rPr>
            </w:pPr>
            <w:r w:rsidRPr="000D06A6">
              <w:rPr>
                <w:rStyle w:val="FontStyle140"/>
                <w:b w:val="0"/>
                <w:bCs w:val="0"/>
                <w:sz w:val="24"/>
                <w:szCs w:val="24"/>
              </w:rPr>
              <w:t>Заполнение дневника практики, Написание раздела отчета</w:t>
            </w:r>
          </w:p>
        </w:tc>
      </w:tr>
      <w:tr w:rsidR="003757DF" w:rsidRPr="00A25768">
        <w:trPr>
          <w:trHeight w:val="1077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D06A6">
              <w:rPr>
                <w:sz w:val="24"/>
                <w:szCs w:val="24"/>
              </w:rPr>
              <w:t>3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tabs>
                <w:tab w:val="left" w:pos="708"/>
                <w:tab w:val="right" w:leader="underscore" w:pos="8505"/>
              </w:tabs>
              <w:spacing w:line="360" w:lineRule="auto"/>
              <w:rPr>
                <w:sz w:val="24"/>
                <w:szCs w:val="24"/>
              </w:rPr>
            </w:pPr>
            <w:r w:rsidRPr="000D06A6">
              <w:rPr>
                <w:sz w:val="24"/>
                <w:szCs w:val="24"/>
              </w:rPr>
              <w:t>Самостоятельная работа студента, направленная на выполнение поставленной руководителем задачи. Проведение экспериментальных исследований по выбранной теме, статистическая и математическая обработка результатов.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bCs w:val="0"/>
                <w:sz w:val="24"/>
                <w:szCs w:val="24"/>
              </w:rPr>
            </w:pPr>
            <w:r w:rsidRPr="000D06A6">
              <w:rPr>
                <w:rStyle w:val="FontStyle140"/>
                <w:b w:val="0"/>
                <w:bCs w:val="0"/>
                <w:sz w:val="24"/>
                <w:szCs w:val="24"/>
              </w:rPr>
              <w:t>Заполнение дневника практики, Написание раздела отчета</w:t>
            </w:r>
          </w:p>
        </w:tc>
      </w:tr>
      <w:tr w:rsidR="003757DF" w:rsidRPr="00A25768">
        <w:trPr>
          <w:trHeight w:val="921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D06A6">
              <w:rPr>
                <w:sz w:val="24"/>
                <w:szCs w:val="24"/>
              </w:rPr>
              <w:t>4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tabs>
                <w:tab w:val="left" w:pos="708"/>
                <w:tab w:val="right" w:leader="underscore" w:pos="8505"/>
              </w:tabs>
              <w:spacing w:line="360" w:lineRule="auto"/>
              <w:rPr>
                <w:sz w:val="24"/>
                <w:szCs w:val="24"/>
              </w:rPr>
            </w:pPr>
            <w:r w:rsidRPr="000D06A6">
              <w:rPr>
                <w:sz w:val="24"/>
                <w:szCs w:val="24"/>
              </w:rPr>
              <w:t>Обсуждение с руководителем текущих вопросов при выполнении студентом поставленной задачи.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bCs w:val="0"/>
                <w:sz w:val="24"/>
                <w:szCs w:val="24"/>
              </w:rPr>
            </w:pPr>
            <w:r w:rsidRPr="000D06A6">
              <w:rPr>
                <w:rStyle w:val="FontStyle140"/>
                <w:b w:val="0"/>
                <w:bCs w:val="0"/>
                <w:sz w:val="24"/>
                <w:szCs w:val="24"/>
              </w:rPr>
              <w:t>Заполнение дневника практики, Написание раздела отчета</w:t>
            </w:r>
          </w:p>
        </w:tc>
      </w:tr>
      <w:tr w:rsidR="003757DF" w:rsidRPr="00A25768">
        <w:trPr>
          <w:trHeight w:val="68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D06A6">
              <w:rPr>
                <w:sz w:val="24"/>
                <w:szCs w:val="24"/>
              </w:rPr>
              <w:t>5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bCs w:val="0"/>
                <w:sz w:val="24"/>
                <w:szCs w:val="24"/>
              </w:rPr>
            </w:pPr>
            <w:r w:rsidRPr="000D06A6">
              <w:rPr>
                <w:rStyle w:val="FontStyle140"/>
                <w:b w:val="0"/>
                <w:bCs w:val="0"/>
                <w:sz w:val="24"/>
                <w:szCs w:val="24"/>
              </w:rPr>
              <w:t>Окончательное оформление отчета и дневника по практике. Подготовка презентации.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bCs w:val="0"/>
              </w:rPr>
            </w:pPr>
            <w:r w:rsidRPr="000D06A6">
              <w:t>Завершение и оформление документов практики</w:t>
            </w:r>
          </w:p>
        </w:tc>
      </w:tr>
      <w:tr w:rsidR="003757DF" w:rsidRPr="00A25768">
        <w:trPr>
          <w:trHeight w:val="68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D06A6">
              <w:rPr>
                <w:sz w:val="24"/>
                <w:szCs w:val="24"/>
              </w:rPr>
              <w:t>6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0D06A6">
              <w:t>Согласование отчета по практике с руководителем от профильной организации.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bCs w:val="0"/>
              </w:rPr>
            </w:pPr>
            <w:r w:rsidRPr="000D06A6">
              <w:t>Завершение и оформление документов практики</w:t>
            </w:r>
          </w:p>
        </w:tc>
      </w:tr>
      <w:tr w:rsidR="003757DF" w:rsidRPr="00A25768">
        <w:trPr>
          <w:trHeight w:val="68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D06A6">
              <w:rPr>
                <w:sz w:val="24"/>
                <w:szCs w:val="24"/>
              </w:rPr>
              <w:t>7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</w:pPr>
            <w:r w:rsidRPr="000D06A6">
              <w:t>Защита отчета и ответы на сопутствующие вопросы к отчету. Сдача дневника.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57DF" w:rsidRPr="000D06A6" w:rsidRDefault="003757DF" w:rsidP="000D06A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</w:pPr>
            <w:r w:rsidRPr="000D06A6">
              <w:t>Зачет</w:t>
            </w:r>
          </w:p>
        </w:tc>
      </w:tr>
    </w:tbl>
    <w:p w:rsidR="003757DF" w:rsidRDefault="003757DF">
      <w:pPr>
        <w:shd w:val="clear" w:color="auto" w:fill="FFFFFF"/>
        <w:rPr>
          <w:b/>
          <w:bCs/>
        </w:rPr>
      </w:pPr>
    </w:p>
    <w:p w:rsidR="003757DF" w:rsidRDefault="003757DF">
      <w:pPr>
        <w:shd w:val="clear" w:color="auto" w:fill="FFFFFF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Ориентировочная тема выпускной квалификационной работы</w:t>
      </w:r>
    </w:p>
    <w:p w:rsidR="003757DF" w:rsidRDefault="003757DF">
      <w:pPr>
        <w:shd w:val="clear" w:color="auto" w:fill="FFFFFF"/>
        <w:rPr>
          <w:b/>
          <w:bCs/>
          <w:sz w:val="22"/>
          <w:szCs w:val="22"/>
        </w:rPr>
      </w:pPr>
    </w:p>
    <w:p w:rsidR="003757DF" w:rsidRDefault="003757DF">
      <w:pPr>
        <w:shd w:val="clear" w:color="auto" w:fill="FFFFFF"/>
        <w:rPr>
          <w:b/>
          <w:bCs/>
        </w:rPr>
      </w:pPr>
      <w:r>
        <w:rPr>
          <w:b/>
          <w:bCs/>
        </w:rPr>
        <w:t>___________________________________________________________________________________</w:t>
      </w:r>
    </w:p>
    <w:p w:rsidR="003757DF" w:rsidRDefault="003757DF">
      <w:pPr>
        <w:shd w:val="clear" w:color="auto" w:fill="FFFFFF"/>
        <w:rPr>
          <w:b/>
          <w:bCs/>
        </w:rPr>
      </w:pPr>
    </w:p>
    <w:p w:rsidR="003757DF" w:rsidRDefault="003757DF">
      <w:pPr>
        <w:shd w:val="clear" w:color="auto" w:fill="FFFFFF"/>
        <w:rPr>
          <w:b/>
          <w:bCs/>
        </w:rPr>
      </w:pPr>
    </w:p>
    <w:p w:rsidR="003757DF" w:rsidRDefault="003757DF">
      <w:pPr>
        <w:shd w:val="clear" w:color="auto" w:fill="FFFFFF"/>
        <w:rPr>
          <w:b/>
          <w:bCs/>
        </w:rPr>
      </w:pPr>
      <w:r>
        <w:rPr>
          <w:b/>
          <w:bCs/>
        </w:rPr>
        <w:t>___________________________________________________________________________________</w:t>
      </w:r>
    </w:p>
    <w:p w:rsidR="003757DF" w:rsidRDefault="003757DF">
      <w:pPr>
        <w:shd w:val="clear" w:color="auto" w:fill="FFFFFF"/>
        <w:jc w:val="center"/>
        <w:rPr>
          <w:sz w:val="24"/>
          <w:szCs w:val="24"/>
        </w:rPr>
      </w:pPr>
    </w:p>
    <w:p w:rsidR="003757DF" w:rsidRDefault="003757DF">
      <w:pPr>
        <w:shd w:val="clear" w:color="auto" w:fill="FFFFFF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i/>
          <w:iCs/>
          <w:sz w:val="24"/>
          <w:szCs w:val="24"/>
        </w:rPr>
        <w:t>Руководитель практической подготовки</w:t>
      </w:r>
    </w:p>
    <w:p w:rsidR="003757DF" w:rsidRDefault="003757DF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3757DF" w:rsidRDefault="003757DF">
      <w:pPr>
        <w:shd w:val="clear" w:color="auto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</w:t>
      </w:r>
      <w:r>
        <w:rPr>
          <w:b/>
          <w:bCs/>
          <w:sz w:val="24"/>
          <w:szCs w:val="24"/>
        </w:rPr>
        <w:tab/>
        <w:t>«_____»____________20</w:t>
      </w:r>
      <w:r>
        <w:rPr>
          <w:b/>
          <w:bCs/>
          <w:sz w:val="24"/>
          <w:szCs w:val="24"/>
        </w:rPr>
        <w:tab/>
        <w:t>г.</w:t>
      </w:r>
    </w:p>
    <w:p w:rsidR="003757DF" w:rsidRDefault="003757DF">
      <w:pPr>
        <w:shd w:val="clear" w:color="auto" w:fill="FFFFFF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i/>
          <w:iCs/>
          <w:sz w:val="24"/>
          <w:szCs w:val="24"/>
        </w:rPr>
        <w:t>Ответственное лицо от профильной организации</w:t>
      </w:r>
    </w:p>
    <w:p w:rsidR="003757DF" w:rsidRDefault="003757DF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3757DF" w:rsidRDefault="003757DF">
      <w:pPr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4"/>
          <w:szCs w:val="24"/>
        </w:rPr>
        <w:t>______________________</w:t>
      </w:r>
      <w:r>
        <w:rPr>
          <w:b/>
          <w:bCs/>
          <w:sz w:val="24"/>
          <w:szCs w:val="24"/>
        </w:rPr>
        <w:tab/>
        <w:t>«_____»____________20</w:t>
      </w:r>
      <w:r>
        <w:rPr>
          <w:b/>
          <w:bCs/>
          <w:sz w:val="24"/>
          <w:szCs w:val="24"/>
        </w:rPr>
        <w:tab/>
        <w:t>г.</w:t>
      </w:r>
      <w:r>
        <w:br w:type="page"/>
      </w:r>
      <w:r>
        <w:rPr>
          <w:b/>
          <w:bCs/>
          <w:sz w:val="26"/>
          <w:szCs w:val="26"/>
        </w:rPr>
        <w:t>3. Заключение обучающегося по итогам практики и его предложения по содержанию индивидуального задания</w:t>
      </w:r>
    </w:p>
    <w:p w:rsidR="003757DF" w:rsidRDefault="003757DF">
      <w:pPr>
        <w:shd w:val="clear" w:color="auto" w:fill="FFFFFF"/>
        <w:jc w:val="both"/>
        <w:rPr>
          <w:sz w:val="26"/>
          <w:szCs w:val="26"/>
        </w:rPr>
      </w:pPr>
    </w:p>
    <w:p w:rsidR="003757DF" w:rsidRPr="00BF4598" w:rsidRDefault="003757DF" w:rsidP="006E649C">
      <w:pPr>
        <w:shd w:val="clear" w:color="auto" w:fill="FFFFFF"/>
        <w:spacing w:line="360" w:lineRule="auto"/>
        <w:ind w:firstLine="720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(Пример) </w:t>
      </w:r>
      <w:r w:rsidRPr="00BF4598">
        <w:rPr>
          <w:color w:val="FF0000"/>
          <w:sz w:val="24"/>
          <w:szCs w:val="24"/>
        </w:rPr>
        <w:t>В ходе практики я ознакомилась с новейшими технологиями регенеративной биологии и методами биофабрикации. Изучила устройство и работу микротома с вибрирующим лезвием Leica VT1200 и Leica VT1200S с целью дальнейшего его использования в нарезке образцов живых тканей.</w:t>
      </w:r>
      <w:r w:rsidRPr="00BF4598">
        <w:rPr>
          <w:color w:val="FF0000"/>
        </w:rPr>
        <w:t xml:space="preserve"> </w:t>
      </w:r>
      <w:r w:rsidRPr="00BF4598">
        <w:rPr>
          <w:color w:val="FF0000"/>
          <w:sz w:val="24"/>
          <w:szCs w:val="24"/>
        </w:rPr>
        <w:t xml:space="preserve">Изучила методики предварительной подготовки и нарезки тканей на микротоме с вибрирующим лезвием Leica VT1200. Изучила способы количественного и качественного анализа жизнеспособности клеток в тканевых срезах при помощи флуоресцентных красителей. Опробовала на практике способ получения тонких срезов ткани печени и опухолевой ткани слизистой оболочки альвеолярного отростка верхней челюсти при помощи микротом с вибрирующим лезвием Leica VT1200, а также способ проведение качественного анализа жизнеспособности клеток в срезах тканей при помощи набора LIVE/DEAD. </w:t>
      </w:r>
    </w:p>
    <w:p w:rsidR="003757DF" w:rsidRPr="00BF4598" w:rsidRDefault="003757DF" w:rsidP="006E649C">
      <w:pPr>
        <w:shd w:val="clear" w:color="auto" w:fill="FFFFFF"/>
        <w:spacing w:line="360" w:lineRule="auto"/>
        <w:ind w:firstLine="720"/>
        <w:jc w:val="both"/>
        <w:rPr>
          <w:color w:val="FF0000"/>
          <w:sz w:val="24"/>
          <w:szCs w:val="24"/>
        </w:rPr>
      </w:pPr>
      <w:r w:rsidRPr="00BF4598">
        <w:rPr>
          <w:color w:val="FF0000"/>
          <w:sz w:val="24"/>
          <w:szCs w:val="24"/>
        </w:rPr>
        <w:t>Проведенный в ходе практики литературный обзор и отработка лабораторных методов являются основой для дальнейшего исследования возможности культивирования, манипуляций и визуализации тканей в реальном времени в качестве образца для оценки влияния ионизирующего излучения и разработки трёхмерных физиологически совместимых тканевых моделей для оценки эффектов ионизирующего облучения, а также децеллюляризации и трансплантации в животное.</w:t>
      </w:r>
    </w:p>
    <w:p w:rsidR="003757DF" w:rsidRPr="00BF4598" w:rsidRDefault="003757DF" w:rsidP="006E649C">
      <w:pPr>
        <w:spacing w:line="360" w:lineRule="auto"/>
        <w:ind w:firstLine="720"/>
        <w:jc w:val="both"/>
        <w:rPr>
          <w:color w:val="FF0000"/>
          <w:sz w:val="24"/>
          <w:szCs w:val="24"/>
        </w:rPr>
      </w:pPr>
      <w:r w:rsidRPr="00BF4598">
        <w:rPr>
          <w:color w:val="FF0000"/>
          <w:sz w:val="24"/>
          <w:szCs w:val="24"/>
        </w:rPr>
        <w:t xml:space="preserve">Содержание практики меня полностью удовлетворило, так как, во-первых, был предоставлен достаточно большой кластер информации относительно работы, которую я проводила, а, во-вторых, практика была насыщенна деятельностью, которая позволила мне в полной мере освоить методики, которые можно применить не только к тканям печени и опухолевой ткани слизистой оболочки альвеолярного отростка верхней челюсти, но и большинству других тканей организма. </w:t>
      </w:r>
    </w:p>
    <w:p w:rsidR="003757DF" w:rsidRDefault="003757DF">
      <w:pPr>
        <w:shd w:val="clear" w:color="auto" w:fill="FFFFFF"/>
        <w:jc w:val="both"/>
      </w:pPr>
    </w:p>
    <w:p w:rsidR="003757DF" w:rsidRDefault="003757DF">
      <w:pPr>
        <w:shd w:val="clear" w:color="auto" w:fill="FFFFFF"/>
        <w:jc w:val="both"/>
      </w:pPr>
    </w:p>
    <w:p w:rsidR="003757DF" w:rsidRDefault="003757DF">
      <w:pPr>
        <w:shd w:val="clear" w:color="auto" w:fill="FFFFFF"/>
        <w:jc w:val="both"/>
      </w:pPr>
    </w:p>
    <w:p w:rsidR="003757DF" w:rsidRDefault="003757DF">
      <w:pPr>
        <w:shd w:val="clear" w:color="auto" w:fill="FFFFFF"/>
        <w:jc w:val="both"/>
      </w:pPr>
    </w:p>
    <w:p w:rsidR="003757DF" w:rsidRDefault="003757DF">
      <w:pPr>
        <w:shd w:val="clear" w:color="auto" w:fill="FFFFFF"/>
        <w:jc w:val="both"/>
      </w:pPr>
    </w:p>
    <w:p w:rsidR="003757DF" w:rsidRDefault="003757DF">
      <w:pPr>
        <w:shd w:val="clear" w:color="auto" w:fill="FFFFFF"/>
        <w:jc w:val="both"/>
      </w:pPr>
    </w:p>
    <w:p w:rsidR="003757DF" w:rsidRDefault="003757DF">
      <w:pPr>
        <w:shd w:val="clear" w:color="auto" w:fill="FFFFFF"/>
        <w:jc w:val="both"/>
      </w:pPr>
    </w:p>
    <w:p w:rsidR="003757DF" w:rsidRDefault="003757DF">
      <w:pPr>
        <w:shd w:val="clear" w:color="auto" w:fill="FFFFFF"/>
        <w:jc w:val="both"/>
      </w:pPr>
    </w:p>
    <w:p w:rsidR="003757DF" w:rsidRDefault="003757DF">
      <w:pPr>
        <w:shd w:val="clear" w:color="auto" w:fill="FFFFFF"/>
        <w:jc w:val="both"/>
      </w:pPr>
    </w:p>
    <w:p w:rsidR="003757DF" w:rsidRDefault="003757DF">
      <w:pPr>
        <w:shd w:val="clear" w:color="auto" w:fill="FFFFFF"/>
        <w:jc w:val="both"/>
      </w:pPr>
    </w:p>
    <w:p w:rsidR="003757DF" w:rsidRDefault="003757DF">
      <w:pPr>
        <w:shd w:val="clear" w:color="auto" w:fill="FFFFFF"/>
        <w:jc w:val="both"/>
      </w:pPr>
    </w:p>
    <w:p w:rsidR="003757DF" w:rsidRDefault="003757DF">
      <w:pPr>
        <w:shd w:val="clear" w:color="auto" w:fill="FFFFFF"/>
        <w:jc w:val="right"/>
        <w:rPr>
          <w:i/>
          <w:iCs/>
        </w:rPr>
      </w:pPr>
      <w:r>
        <w:rPr>
          <w:i/>
          <w:iCs/>
          <w:sz w:val="24"/>
          <w:szCs w:val="24"/>
        </w:rPr>
        <w:t>Подпись обучающегося</w:t>
      </w:r>
    </w:p>
    <w:p w:rsidR="003757DF" w:rsidRDefault="003757DF">
      <w:pPr>
        <w:shd w:val="clear" w:color="auto" w:fill="FFFFFF"/>
        <w:spacing w:before="90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«_____»____________2022 г.</w:t>
      </w:r>
    </w:p>
    <w:p w:rsidR="003757DF" w:rsidRDefault="003757DF">
      <w:pPr>
        <w:shd w:val="clear" w:color="auto" w:fill="FFFFFF"/>
        <w:spacing w:before="900"/>
        <w:jc w:val="center"/>
      </w:pPr>
      <w:r>
        <w:rPr>
          <w:b/>
          <w:bCs/>
          <w:sz w:val="26"/>
          <w:szCs w:val="26"/>
        </w:rPr>
        <w:t>4. Учебная характеристика обучающегося</w:t>
      </w:r>
    </w:p>
    <w:p w:rsidR="003757DF" w:rsidRDefault="003757DF">
      <w:pPr>
        <w:shd w:val="clear" w:color="auto" w:fill="FFFFFF"/>
        <w:jc w:val="both"/>
        <w:rPr>
          <w:sz w:val="22"/>
          <w:szCs w:val="22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прохождении практики </w:t>
      </w:r>
      <w:r w:rsidRPr="00560570">
        <w:rPr>
          <w:sz w:val="26"/>
          <w:szCs w:val="26"/>
        </w:rPr>
        <w:t>____</w:t>
      </w:r>
      <w:r>
        <w:rPr>
          <w:sz w:val="26"/>
          <w:szCs w:val="26"/>
          <w:u w:val="single"/>
        </w:rPr>
        <w:t>ФИО</w:t>
      </w:r>
      <w:r w:rsidRPr="00560570">
        <w:rPr>
          <w:sz w:val="26"/>
          <w:szCs w:val="26"/>
        </w:rPr>
        <w:t xml:space="preserve">________ </w:t>
      </w:r>
      <w:r>
        <w:rPr>
          <w:sz w:val="26"/>
          <w:szCs w:val="26"/>
        </w:rPr>
        <w:t>проявила отличное знание биологических принципов и наличие творческих навыков при планировании и решении научных задач, а также упорство и смелость в освоении новых знаний и приобретении навыков работы с клеточными и тканевыми культурами.</w:t>
      </w: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</w:rPr>
      </w:pPr>
      <w:r>
        <w:rPr>
          <w:sz w:val="26"/>
          <w:szCs w:val="26"/>
        </w:rPr>
        <w:t>Выполненная в семестре научная работа полностью соответствует плану подготовки квалификационной работы бакалавра.</w:t>
      </w: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</w:rPr>
      </w:pPr>
      <w:r>
        <w:rPr>
          <w:sz w:val="26"/>
          <w:szCs w:val="26"/>
        </w:rPr>
        <w:t>Рекомендуемая оценка за практику – «_____________».</w:t>
      </w: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3757DF" w:rsidRDefault="003757DF">
      <w:pPr>
        <w:shd w:val="clear" w:color="auto" w:fill="FFFFFF"/>
        <w:jc w:val="both"/>
        <w:rPr>
          <w:sz w:val="26"/>
          <w:szCs w:val="26"/>
        </w:rPr>
      </w:pPr>
    </w:p>
    <w:p w:rsidR="003757DF" w:rsidRDefault="003757DF">
      <w:pPr>
        <w:shd w:val="clear" w:color="auto" w:fill="FFFFFF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Руководитель практической подготовки</w:t>
      </w:r>
    </w:p>
    <w:p w:rsidR="003757DF" w:rsidRDefault="003757DF">
      <w:pPr>
        <w:shd w:val="clear" w:color="auto" w:fill="FFFFFF"/>
        <w:rPr>
          <w:b/>
          <w:bCs/>
          <w:i/>
          <w:iCs/>
          <w:sz w:val="26"/>
          <w:szCs w:val="26"/>
        </w:rPr>
      </w:pPr>
    </w:p>
    <w:p w:rsidR="003757DF" w:rsidRDefault="003757DF">
      <w:pPr>
        <w:shd w:val="clear" w:color="auto" w:fill="FFFFFF"/>
        <w:rPr>
          <w:sz w:val="26"/>
          <w:szCs w:val="26"/>
        </w:rPr>
      </w:pPr>
      <w:r>
        <w:rPr>
          <w:color w:val="FF0000"/>
          <w:sz w:val="26"/>
          <w:szCs w:val="26"/>
        </w:rPr>
        <w:t>Должность</w:t>
      </w:r>
      <w:r>
        <w:rPr>
          <w:color w:val="FF0000"/>
          <w:sz w:val="26"/>
          <w:szCs w:val="26"/>
        </w:rPr>
        <w:tab/>
        <w:t>_______________________________Подпись/ФИО</w:t>
      </w:r>
    </w:p>
    <w:p w:rsidR="003757DF" w:rsidRDefault="003757DF">
      <w:pPr>
        <w:shd w:val="clear" w:color="auto" w:fill="FFFFFF"/>
        <w:rPr>
          <w:sz w:val="26"/>
          <w:szCs w:val="26"/>
        </w:rPr>
      </w:pPr>
    </w:p>
    <w:p w:rsidR="003757DF" w:rsidRDefault="003757DF">
      <w:pPr>
        <w:shd w:val="clear" w:color="auto" w:fill="FFFFFF"/>
        <w:ind w:left="3600" w:firstLine="720"/>
        <w:rPr>
          <w:sz w:val="26"/>
          <w:szCs w:val="26"/>
        </w:rPr>
      </w:pPr>
    </w:p>
    <w:p w:rsidR="003757DF" w:rsidRDefault="003757DF">
      <w:pPr>
        <w:shd w:val="clear" w:color="auto" w:fill="FFFFFF"/>
        <w:ind w:left="5040" w:firstLine="720"/>
      </w:pPr>
      <w:r>
        <w:rPr>
          <w:sz w:val="26"/>
          <w:szCs w:val="26"/>
        </w:rPr>
        <w:t>«       » _______________ 202_ г.</w:t>
      </w:r>
      <w:r>
        <w:br w:type="page"/>
      </w:r>
    </w:p>
    <w:p w:rsidR="003757DF" w:rsidRDefault="003757DF">
      <w:pPr>
        <w:shd w:val="clear" w:color="auto" w:fill="FFFFFF"/>
        <w:jc w:val="center"/>
      </w:pPr>
      <w:r>
        <w:rPr>
          <w:b/>
          <w:bCs/>
          <w:sz w:val="26"/>
          <w:szCs w:val="26"/>
        </w:rPr>
        <w:t>5. ЗАКЛЮЧЕНИЕ комиссии по результатам защиты по практике</w:t>
      </w:r>
    </w:p>
    <w:p w:rsidR="003757DF" w:rsidRDefault="003757DF">
      <w:pPr>
        <w:shd w:val="clear" w:color="auto" w:fill="FFFFFF"/>
      </w:pP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720"/>
        <w:gridCol w:w="3594"/>
        <w:gridCol w:w="4173"/>
      </w:tblGrid>
      <w:tr w:rsidR="003757DF" w:rsidRPr="00BF45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57DF" w:rsidRPr="00BF4598" w:rsidRDefault="003757DF" w:rsidP="00BF4598">
            <w:pPr>
              <w:widowControl/>
              <w:jc w:val="center"/>
              <w:rPr>
                <w:sz w:val="24"/>
                <w:szCs w:val="24"/>
              </w:rPr>
            </w:pPr>
            <w:r w:rsidRPr="00BF4598">
              <w:rPr>
                <w:b/>
                <w:bCs/>
                <w:color w:val="000000"/>
                <w:sz w:val="24"/>
                <w:szCs w:val="24"/>
              </w:rPr>
              <w:t>Коды компетенций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57DF" w:rsidRPr="00BF4598" w:rsidRDefault="003757DF" w:rsidP="00BF4598">
            <w:pPr>
              <w:widowControl/>
              <w:jc w:val="center"/>
              <w:rPr>
                <w:sz w:val="24"/>
                <w:szCs w:val="24"/>
              </w:rPr>
            </w:pPr>
            <w:r w:rsidRPr="00BF4598">
              <w:rPr>
                <w:b/>
                <w:bCs/>
                <w:color w:val="000000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57DF" w:rsidRPr="00BF4598" w:rsidRDefault="003757DF" w:rsidP="00BF4598">
            <w:pPr>
              <w:widowControl/>
              <w:jc w:val="center"/>
              <w:rPr>
                <w:sz w:val="24"/>
                <w:szCs w:val="24"/>
              </w:rPr>
            </w:pPr>
            <w:r w:rsidRPr="00BF4598">
              <w:rPr>
                <w:b/>
                <w:bCs/>
                <w:color w:val="000000"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3757DF" w:rsidRPr="00BF45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57DF" w:rsidRPr="00BF4598" w:rsidRDefault="003757D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УКЦ-3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57DF" w:rsidRPr="00BF4598" w:rsidRDefault="003757D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Способен 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57DF" w:rsidRPr="00BF4598" w:rsidRDefault="003757D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З-УКЦ-3 – Знать: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 с использованием цифровых средств.</w:t>
            </w:r>
          </w:p>
          <w:p w:rsidR="003757DF" w:rsidRPr="00BF4598" w:rsidRDefault="003757D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>У-УКЦ-3 – Уметь: эффективно планировать и контролировать собственное время, использовать методы саморегуляции, саморазвития и самообучения в течение всей жизни с использованием цифровых средств.</w:t>
            </w:r>
          </w:p>
          <w:p w:rsidR="003757DF" w:rsidRPr="00BF4598" w:rsidRDefault="003757DF" w:rsidP="00BF4598">
            <w:pPr>
              <w:widowControl/>
              <w:rPr>
                <w:sz w:val="24"/>
                <w:szCs w:val="24"/>
              </w:rPr>
            </w:pPr>
            <w:r w:rsidRPr="00BF4598">
              <w:rPr>
                <w:color w:val="000000"/>
                <w:sz w:val="24"/>
                <w:szCs w:val="24"/>
              </w:rPr>
              <w:t xml:space="preserve">В-УКЦ-3 – Владеть: </w:t>
            </w:r>
            <w:r>
              <w:rPr>
                <w:color w:val="000000"/>
                <w:sz w:val="24"/>
                <w:szCs w:val="24"/>
              </w:rPr>
              <w:t xml:space="preserve">методами управления собственным </w:t>
            </w:r>
            <w:r w:rsidRPr="00BF4598">
              <w:rPr>
                <w:color w:val="000000"/>
                <w:sz w:val="24"/>
                <w:szCs w:val="24"/>
              </w:rPr>
              <w:t>временем, технологиями приобретения, использования и обновления социокультурных и профессиональных знаний, умений, и навыков; методиками саморазвития и самообразования в течение всей жизни с использованием цифровых средств.</w:t>
            </w:r>
          </w:p>
        </w:tc>
      </w:tr>
      <w:tr w:rsidR="003757DF" w:rsidRPr="00BF459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57DF" w:rsidRPr="002006A6" w:rsidRDefault="003757DF" w:rsidP="00DE0A54">
            <w:r w:rsidRPr="002006A6">
              <w:t>ПК-4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57DF" w:rsidRPr="002006A6" w:rsidRDefault="003757DF" w:rsidP="00DE0A54">
            <w:pPr>
              <w:pStyle w:val="TableParagraph"/>
              <w:ind w:left="0"/>
              <w:rPr>
                <w:sz w:val="24"/>
                <w:szCs w:val="24"/>
              </w:rPr>
            </w:pPr>
            <w:r w:rsidRPr="002006A6">
              <w:rPr>
                <w:sz w:val="24"/>
                <w:szCs w:val="24"/>
              </w:rPr>
              <w:t>Способен применять на практике профессиональные знания теории и методов физических исследований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57DF" w:rsidRPr="002006A6" w:rsidRDefault="003757DF" w:rsidP="00DE0A54">
            <w:pPr>
              <w:pStyle w:val="TableParagraph"/>
              <w:ind w:left="0"/>
              <w:rPr>
                <w:sz w:val="24"/>
                <w:szCs w:val="24"/>
              </w:rPr>
            </w:pPr>
            <w:r w:rsidRPr="002006A6">
              <w:rPr>
                <w:sz w:val="24"/>
                <w:szCs w:val="24"/>
              </w:rPr>
              <w:t xml:space="preserve">З-ПК-4 </w:t>
            </w:r>
            <w:r w:rsidRPr="002006A6">
              <w:rPr>
                <w:spacing w:val="1"/>
                <w:sz w:val="24"/>
                <w:szCs w:val="24"/>
              </w:rPr>
              <w:t>– З</w:t>
            </w:r>
            <w:r w:rsidRPr="002006A6">
              <w:rPr>
                <w:sz w:val="24"/>
                <w:szCs w:val="24"/>
              </w:rPr>
              <w:t>нать:</w:t>
            </w:r>
            <w:r w:rsidRPr="002006A6">
              <w:rPr>
                <w:spacing w:val="1"/>
                <w:sz w:val="24"/>
                <w:szCs w:val="24"/>
              </w:rPr>
              <w:t xml:space="preserve"> </w:t>
            </w:r>
            <w:r w:rsidRPr="002006A6">
              <w:rPr>
                <w:sz w:val="24"/>
                <w:szCs w:val="24"/>
              </w:rPr>
              <w:t xml:space="preserve">теоретические основы физических методов исследования. </w:t>
            </w:r>
          </w:p>
          <w:p w:rsidR="003757DF" w:rsidRPr="002006A6" w:rsidRDefault="003757DF" w:rsidP="00DE0A54">
            <w:pPr>
              <w:pStyle w:val="TableParagraph"/>
              <w:ind w:left="0"/>
              <w:rPr>
                <w:sz w:val="24"/>
                <w:szCs w:val="24"/>
              </w:rPr>
            </w:pPr>
            <w:r w:rsidRPr="002006A6">
              <w:rPr>
                <w:sz w:val="24"/>
                <w:szCs w:val="24"/>
              </w:rPr>
              <w:t xml:space="preserve">У-ПК-4 </w:t>
            </w:r>
            <w:r w:rsidRPr="002006A6">
              <w:rPr>
                <w:spacing w:val="1"/>
                <w:sz w:val="24"/>
                <w:szCs w:val="24"/>
              </w:rPr>
              <w:t>– У</w:t>
            </w:r>
            <w:r w:rsidRPr="002006A6">
              <w:rPr>
                <w:sz w:val="24"/>
                <w:szCs w:val="24"/>
              </w:rPr>
              <w:t>меть:</w:t>
            </w:r>
            <w:r w:rsidRPr="002006A6">
              <w:rPr>
                <w:spacing w:val="1"/>
                <w:sz w:val="24"/>
                <w:szCs w:val="24"/>
              </w:rPr>
              <w:t xml:space="preserve"> </w:t>
            </w:r>
            <w:r w:rsidRPr="002006A6">
              <w:rPr>
                <w:sz w:val="24"/>
                <w:szCs w:val="24"/>
              </w:rPr>
              <w:t>использовать возможности современных методов физических исследований для решения научно- исследовательских задач.</w:t>
            </w:r>
          </w:p>
          <w:p w:rsidR="003757DF" w:rsidRPr="002006A6" w:rsidRDefault="003757DF" w:rsidP="00DE0A54">
            <w:pPr>
              <w:pStyle w:val="TableParagraph"/>
              <w:ind w:left="0"/>
              <w:rPr>
                <w:sz w:val="24"/>
                <w:szCs w:val="24"/>
              </w:rPr>
            </w:pPr>
            <w:r w:rsidRPr="002006A6">
              <w:rPr>
                <w:sz w:val="24"/>
                <w:szCs w:val="24"/>
              </w:rPr>
              <w:t xml:space="preserve">В-ПК-4 </w:t>
            </w:r>
            <w:r w:rsidRPr="002006A6">
              <w:rPr>
                <w:spacing w:val="1"/>
                <w:sz w:val="24"/>
                <w:szCs w:val="24"/>
              </w:rPr>
              <w:t xml:space="preserve">– </w:t>
            </w:r>
            <w:r w:rsidRPr="002006A6">
              <w:rPr>
                <w:sz w:val="24"/>
                <w:szCs w:val="24"/>
              </w:rPr>
              <w:t>Владеть: практическими навыками применения физических и математических методов исследования, обработки и анализа объектов исследований.</w:t>
            </w:r>
          </w:p>
        </w:tc>
      </w:tr>
    </w:tbl>
    <w:p w:rsidR="003757DF" w:rsidRPr="00BF4598" w:rsidRDefault="003757DF">
      <w:pPr>
        <w:shd w:val="clear" w:color="auto" w:fill="FFFFFF"/>
        <w:rPr>
          <w:sz w:val="24"/>
          <w:szCs w:val="24"/>
        </w:rPr>
      </w:pPr>
    </w:p>
    <w:p w:rsidR="003757DF" w:rsidRPr="00BF4598" w:rsidRDefault="003757DF" w:rsidP="00BF4598">
      <w:pPr>
        <w:widowControl/>
        <w:jc w:val="both"/>
        <w:rPr>
          <w:sz w:val="24"/>
          <w:szCs w:val="24"/>
        </w:rPr>
      </w:pPr>
      <w:r w:rsidRPr="00BF4598">
        <w:rPr>
          <w:b/>
          <w:bCs/>
          <w:color w:val="000000"/>
          <w:sz w:val="24"/>
          <w:szCs w:val="24"/>
        </w:rPr>
        <w:t>6. </w:t>
      </w:r>
      <w:r w:rsidRPr="00BF4598">
        <w:rPr>
          <w:b/>
          <w:bCs/>
          <w:smallCaps/>
          <w:color w:val="000000"/>
          <w:sz w:val="24"/>
          <w:szCs w:val="24"/>
        </w:rPr>
        <w:t>ВОСПИТАТЕЛЬНЫЙ ПОТЕНЦИАЛ ПРАКТИКИ</w:t>
      </w:r>
    </w:p>
    <w:p w:rsidR="003757DF" w:rsidRPr="00BF4598" w:rsidRDefault="003757DF" w:rsidP="00BF4598">
      <w:pPr>
        <w:widowControl/>
        <w:rPr>
          <w:sz w:val="24"/>
          <w:szCs w:val="24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"/>
        <w:gridCol w:w="2353"/>
        <w:gridCol w:w="2943"/>
        <w:gridCol w:w="4190"/>
      </w:tblGrid>
      <w:tr w:rsidR="003757DF" w:rsidRPr="00BF4598">
        <w:tc>
          <w:tcPr>
            <w:tcW w:w="0" w:type="auto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57DF" w:rsidRPr="00BF4598" w:rsidRDefault="003757DF" w:rsidP="00BF4598">
            <w:pPr>
              <w:widowControl/>
              <w:jc w:val="center"/>
              <w:rPr>
                <w:sz w:val="24"/>
                <w:szCs w:val="24"/>
              </w:rPr>
            </w:pPr>
            <w:r w:rsidRPr="00BF4598">
              <w:rPr>
                <w:b/>
                <w:bCs/>
                <w:color w:val="000000"/>
                <w:sz w:val="24"/>
                <w:szCs w:val="24"/>
              </w:rPr>
              <w:t>Направления/цели воспитания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57DF" w:rsidRPr="00BF4598" w:rsidRDefault="003757DF" w:rsidP="00BF4598">
            <w:pPr>
              <w:widowControl/>
              <w:jc w:val="center"/>
              <w:rPr>
                <w:sz w:val="24"/>
                <w:szCs w:val="24"/>
              </w:rPr>
            </w:pPr>
            <w:r w:rsidRPr="00BF4598">
              <w:rPr>
                <w:b/>
                <w:bCs/>
                <w:color w:val="000000"/>
                <w:sz w:val="24"/>
                <w:szCs w:val="24"/>
              </w:rPr>
              <w:t>Задачи воспитания (код)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57DF" w:rsidRPr="00BF4598" w:rsidRDefault="003757DF" w:rsidP="00BF4598">
            <w:pPr>
              <w:widowControl/>
              <w:jc w:val="center"/>
              <w:rPr>
                <w:sz w:val="24"/>
                <w:szCs w:val="24"/>
              </w:rPr>
            </w:pPr>
            <w:r w:rsidRPr="00BF4598">
              <w:rPr>
                <w:b/>
                <w:bCs/>
                <w:color w:val="000000"/>
                <w:sz w:val="24"/>
                <w:szCs w:val="24"/>
              </w:rPr>
              <w:t>Воспитательный потенциал дисциплины</w:t>
            </w:r>
          </w:p>
        </w:tc>
      </w:tr>
      <w:tr w:rsidR="003757DF" w:rsidRPr="00BF4598">
        <w:trPr>
          <w:gridBefore w:val="1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57DF" w:rsidRPr="00DE0A54" w:rsidRDefault="003757DF" w:rsidP="00DE0A54">
            <w:pPr>
              <w:rPr>
                <w:sz w:val="24"/>
                <w:szCs w:val="24"/>
              </w:rPr>
            </w:pPr>
            <w:r w:rsidRPr="00DE0A54">
              <w:rPr>
                <w:sz w:val="24"/>
                <w:szCs w:val="24"/>
              </w:rPr>
              <w:t>Профессиональное воспитание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57DF" w:rsidRPr="00DE0A54" w:rsidRDefault="003757DF" w:rsidP="00DE0A54">
            <w:pPr>
              <w:tabs>
                <w:tab w:val="left" w:pos="851"/>
                <w:tab w:val="left" w:pos="993"/>
              </w:tabs>
              <w:rPr>
                <w:sz w:val="24"/>
                <w:szCs w:val="24"/>
              </w:rPr>
            </w:pPr>
            <w:r w:rsidRPr="00DE0A54">
              <w:rPr>
                <w:sz w:val="24"/>
                <w:szCs w:val="24"/>
              </w:rPr>
              <w:t>Становление и развитие мировоззрения, обеспечивающего радиационную безопасность при медицинском использовании источников ионизирующего и неионизирующего излучения (В31)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57DF" w:rsidRPr="00DE0A54" w:rsidRDefault="003757DF" w:rsidP="00DE0A54">
            <w:pPr>
              <w:rPr>
                <w:sz w:val="24"/>
                <w:szCs w:val="24"/>
              </w:rPr>
            </w:pPr>
            <w:r w:rsidRPr="00DE0A54">
              <w:rPr>
                <w:sz w:val="24"/>
                <w:szCs w:val="24"/>
              </w:rPr>
              <w:t>1. Использование воспитательного потенциала дисциплин «Введение в специальность», «Основы и применение синхротронного излучения», «Физика биологического действия радиации», «Дозиметрия и защита от ионизирующих излучений», «Микробиология, вирусология, иммунология», «Радиобиология» и всех видов практик – ознакомительной, научно-исследовательской, педагогической, преддипломной для:</w:t>
            </w:r>
          </w:p>
          <w:p w:rsidR="003757DF" w:rsidRPr="00DE0A54" w:rsidRDefault="003757DF" w:rsidP="00DE0A54">
            <w:pPr>
              <w:rPr>
                <w:sz w:val="24"/>
                <w:szCs w:val="24"/>
              </w:rPr>
            </w:pPr>
            <w:r w:rsidRPr="00DE0A54">
              <w:rPr>
                <w:sz w:val="24"/>
                <w:szCs w:val="24"/>
              </w:rPr>
              <w:t>- формирования культуры работы с приборами дозиметрического контроля, радиационной и экологической безопасности посредством тематического акцентирования в содержании дисциплин и учебных заданий, подготовки эссе, рефератов, дискуссий по вопросам биобезопасности</w:t>
            </w:r>
          </w:p>
          <w:p w:rsidR="003757DF" w:rsidRPr="00DE0A54" w:rsidRDefault="003757DF" w:rsidP="00DE0A54">
            <w:pPr>
              <w:rPr>
                <w:sz w:val="24"/>
                <w:szCs w:val="24"/>
              </w:rPr>
            </w:pPr>
            <w:r w:rsidRPr="00DE0A54">
              <w:rPr>
                <w:sz w:val="24"/>
                <w:szCs w:val="24"/>
              </w:rPr>
              <w:t>2. Использование воспитательного потенциала дисциплин «Основы биоэтики и биологического права», «Медицинские установки и детекторы излучений», «Рентгеновская компьютерная томография», «Основы МРТ», «Основы ПЭТ», «Основы интроскопии», «Радиационная биофизика», и всех видов практик для:</w:t>
            </w:r>
          </w:p>
          <w:p w:rsidR="003757DF" w:rsidRPr="00DE0A54" w:rsidRDefault="003757DF" w:rsidP="00DE0A54">
            <w:pPr>
              <w:rPr>
                <w:sz w:val="24"/>
                <w:szCs w:val="24"/>
              </w:rPr>
            </w:pPr>
            <w:r w:rsidRPr="00DE0A54">
              <w:rPr>
                <w:sz w:val="24"/>
                <w:szCs w:val="24"/>
              </w:rPr>
              <w:t>- формирования культуры радиационной безопасности, в том числе при получении практических навыков посредством тематического акцентирования в содержании дисциплин и учебных заданий, подготовки эссе, рефератов, дискуссий, а также в ходе практической работы с терапевтическим и диагностическим оборудованием.</w:t>
            </w:r>
          </w:p>
          <w:p w:rsidR="003757DF" w:rsidRPr="00DE0A54" w:rsidRDefault="003757DF" w:rsidP="00DE0A54">
            <w:pPr>
              <w:rPr>
                <w:sz w:val="24"/>
                <w:szCs w:val="24"/>
              </w:rPr>
            </w:pPr>
            <w:r w:rsidRPr="00DE0A54">
              <w:rPr>
                <w:sz w:val="24"/>
                <w:szCs w:val="24"/>
              </w:rPr>
              <w:t>4. Использование воспитательного потенциала профильных дисциплин и всех видов практик для:</w:t>
            </w:r>
          </w:p>
          <w:p w:rsidR="003757DF" w:rsidRPr="00DE0A54" w:rsidRDefault="003757DF" w:rsidP="00DE0A54">
            <w:pPr>
              <w:rPr>
                <w:sz w:val="24"/>
                <w:szCs w:val="24"/>
              </w:rPr>
            </w:pPr>
            <w:r w:rsidRPr="00DE0A54">
              <w:rPr>
                <w:sz w:val="24"/>
                <w:szCs w:val="24"/>
              </w:rPr>
              <w:t>- формирования этических основ проведения экспериментов с использованием лабораторных животных посредством обсуждения техники безопасной работы с высокотехнологичным экспериментальным оборудованием, высокопроизводительной вычислительной техникой и с живыми системами.</w:t>
            </w:r>
          </w:p>
        </w:tc>
      </w:tr>
    </w:tbl>
    <w:p w:rsidR="003757DF" w:rsidRPr="00BF4598" w:rsidRDefault="003757DF">
      <w:pPr>
        <w:shd w:val="clear" w:color="auto" w:fill="FFFFFF"/>
        <w:rPr>
          <w:sz w:val="24"/>
          <w:szCs w:val="24"/>
        </w:rPr>
      </w:pPr>
      <w:bookmarkStart w:id="4" w:name="_GoBack"/>
      <w:bookmarkEnd w:id="4"/>
    </w:p>
    <w:p w:rsidR="003757DF" w:rsidRPr="00BF4598" w:rsidRDefault="003757DF">
      <w:pPr>
        <w:shd w:val="clear" w:color="auto" w:fill="FFFFFF"/>
        <w:rPr>
          <w:sz w:val="24"/>
          <w:szCs w:val="24"/>
        </w:rPr>
      </w:pPr>
    </w:p>
    <w:p w:rsidR="003757DF" w:rsidRDefault="003757DF">
      <w:pPr>
        <w:shd w:val="clear" w:color="auto" w:fill="FFFFFF"/>
      </w:pPr>
      <w:r>
        <w:rPr>
          <w:b/>
          <w:bCs/>
          <w:i/>
          <w:iCs/>
          <w:sz w:val="24"/>
          <w:szCs w:val="24"/>
        </w:rPr>
        <w:t>Председатель комиссии:</w:t>
      </w:r>
    </w:p>
    <w:p w:rsidR="003757DF" w:rsidRDefault="003757DF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</w:p>
    <w:p w:rsidR="003757DF" w:rsidRDefault="003757DF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</w:p>
    <w:p w:rsidR="003757DF" w:rsidRDefault="003757DF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Члены комиссии:</w:t>
      </w:r>
    </w:p>
    <w:p w:rsidR="003757DF" w:rsidRDefault="003757DF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</w:p>
    <w:p w:rsidR="003757DF" w:rsidRDefault="003757DF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</w:p>
    <w:p w:rsidR="003757DF" w:rsidRDefault="003757DF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</w:p>
    <w:p w:rsidR="003757DF" w:rsidRDefault="003757DF">
      <w:pPr>
        <w:shd w:val="clear" w:color="auto" w:fill="FFFFFF"/>
        <w:tabs>
          <w:tab w:val="left" w:pos="5318"/>
        </w:tabs>
        <w:rPr>
          <w:b/>
          <w:bCs/>
          <w:i/>
          <w:iCs/>
          <w:sz w:val="24"/>
          <w:szCs w:val="24"/>
        </w:rPr>
      </w:pPr>
    </w:p>
    <w:p w:rsidR="003757DF" w:rsidRDefault="003757DF">
      <w:pPr>
        <w:shd w:val="clear" w:color="auto" w:fill="FFFFFF"/>
        <w:tabs>
          <w:tab w:val="left" w:pos="5318"/>
        </w:tabs>
        <w:rPr>
          <w:sz w:val="24"/>
          <w:szCs w:val="24"/>
        </w:rPr>
      </w:pPr>
    </w:p>
    <w:p w:rsidR="003757DF" w:rsidRDefault="003757DF">
      <w:pPr>
        <w:shd w:val="clear" w:color="auto" w:fill="FFFFFF"/>
        <w:tabs>
          <w:tab w:val="left" w:pos="4642"/>
          <w:tab w:val="left" w:pos="5698"/>
          <w:tab w:val="left" w:pos="6998"/>
          <w:tab w:val="left" w:pos="7795"/>
        </w:tabs>
        <w:jc w:val="right"/>
      </w:pPr>
      <w:r>
        <w:rPr>
          <w:b/>
          <w:bCs/>
          <w:sz w:val="24"/>
          <w:szCs w:val="24"/>
        </w:rPr>
        <w:t>"</w:t>
      </w:r>
      <w:r>
        <w:rPr>
          <w:sz w:val="24"/>
          <w:szCs w:val="24"/>
        </w:rPr>
        <w:t>_____"  ______________20      г.</w:t>
      </w:r>
    </w:p>
    <w:sectPr w:rsidR="003757DF" w:rsidSect="00584F45">
      <w:headerReference w:type="default" r:id="rId8"/>
      <w:type w:val="continuous"/>
      <w:pgSz w:w="11909" w:h="16834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7DF" w:rsidRDefault="003757DF">
      <w:r>
        <w:separator/>
      </w:r>
    </w:p>
  </w:endnote>
  <w:endnote w:type="continuationSeparator" w:id="0">
    <w:p w:rsidR="003757DF" w:rsidRDefault="00375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7DF" w:rsidRDefault="003757DF">
      <w:r>
        <w:separator/>
      </w:r>
    </w:p>
  </w:footnote>
  <w:footnote w:type="continuationSeparator" w:id="0">
    <w:p w:rsidR="003757DF" w:rsidRDefault="003757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7DF" w:rsidRDefault="003757DF">
    <w:pP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13</w:t>
    </w:r>
    <w:r>
      <w:rPr>
        <w:color w:val="000000"/>
      </w:rPr>
      <w:fldChar w:fldCharType="end"/>
    </w:r>
  </w:p>
  <w:p w:rsidR="003757DF" w:rsidRDefault="003757DF">
    <w:pPr>
      <w:tabs>
        <w:tab w:val="center" w:pos="4677"/>
        <w:tab w:val="right" w:pos="9355"/>
      </w:tabs>
      <w:ind w:right="360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6DB6"/>
    <w:multiLevelType w:val="multilevel"/>
    <w:tmpl w:val="525647C6"/>
    <w:lvl w:ilvl="0">
      <w:start w:val="1"/>
      <w:numFmt w:val="bullet"/>
      <w:lvlText w:val="-"/>
      <w:lvlJc w:val="left"/>
      <w:pPr>
        <w:ind w:left="69" w:hanging="260"/>
      </w:pPr>
      <w:rPr>
        <w:rFonts w:ascii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52" w:hanging="260"/>
      </w:pPr>
    </w:lvl>
    <w:lvl w:ilvl="2">
      <w:start w:val="1"/>
      <w:numFmt w:val="bullet"/>
      <w:lvlText w:val="•"/>
      <w:lvlJc w:val="left"/>
      <w:pPr>
        <w:ind w:left="2044" w:hanging="260"/>
      </w:pPr>
    </w:lvl>
    <w:lvl w:ilvl="3">
      <w:start w:val="1"/>
      <w:numFmt w:val="bullet"/>
      <w:lvlText w:val="•"/>
      <w:lvlJc w:val="left"/>
      <w:pPr>
        <w:ind w:left="3036" w:hanging="260"/>
      </w:pPr>
    </w:lvl>
    <w:lvl w:ilvl="4">
      <w:start w:val="1"/>
      <w:numFmt w:val="bullet"/>
      <w:lvlText w:val="•"/>
      <w:lvlJc w:val="left"/>
      <w:pPr>
        <w:ind w:left="4028" w:hanging="260"/>
      </w:pPr>
    </w:lvl>
    <w:lvl w:ilvl="5">
      <w:start w:val="1"/>
      <w:numFmt w:val="bullet"/>
      <w:lvlText w:val="•"/>
      <w:lvlJc w:val="left"/>
      <w:pPr>
        <w:ind w:left="5020" w:hanging="260"/>
      </w:pPr>
    </w:lvl>
    <w:lvl w:ilvl="6">
      <w:start w:val="1"/>
      <w:numFmt w:val="bullet"/>
      <w:lvlText w:val="•"/>
      <w:lvlJc w:val="left"/>
      <w:pPr>
        <w:ind w:left="6012" w:hanging="260"/>
      </w:pPr>
    </w:lvl>
    <w:lvl w:ilvl="7">
      <w:start w:val="1"/>
      <w:numFmt w:val="bullet"/>
      <w:lvlText w:val="•"/>
      <w:lvlJc w:val="left"/>
      <w:pPr>
        <w:ind w:left="7004" w:hanging="260"/>
      </w:pPr>
    </w:lvl>
    <w:lvl w:ilvl="8">
      <w:start w:val="1"/>
      <w:numFmt w:val="bullet"/>
      <w:lvlText w:val="•"/>
      <w:lvlJc w:val="left"/>
      <w:pPr>
        <w:ind w:left="7996" w:hanging="260"/>
      </w:pPr>
    </w:lvl>
  </w:abstractNum>
  <w:abstractNum w:abstractNumId="1">
    <w:nsid w:val="211D0077"/>
    <w:multiLevelType w:val="multilevel"/>
    <w:tmpl w:val="E3340868"/>
    <w:lvl w:ilvl="0">
      <w:start w:val="1"/>
      <w:numFmt w:val="bullet"/>
      <w:lvlText w:val="-"/>
      <w:lvlJc w:val="left"/>
      <w:pPr>
        <w:ind w:left="69" w:hanging="264"/>
      </w:pPr>
      <w:rPr>
        <w:rFonts w:ascii="Arial MT" w:eastAsia="Times New Roman" w:hAnsi="Arial MT"/>
        <w:sz w:val="24"/>
        <w:szCs w:val="24"/>
      </w:rPr>
    </w:lvl>
    <w:lvl w:ilvl="1">
      <w:start w:val="1"/>
      <w:numFmt w:val="bullet"/>
      <w:lvlText w:val="•"/>
      <w:lvlJc w:val="left"/>
      <w:pPr>
        <w:ind w:left="1052" w:hanging="263"/>
      </w:pPr>
    </w:lvl>
    <w:lvl w:ilvl="2">
      <w:start w:val="1"/>
      <w:numFmt w:val="bullet"/>
      <w:lvlText w:val="•"/>
      <w:lvlJc w:val="left"/>
      <w:pPr>
        <w:ind w:left="2044" w:hanging="264"/>
      </w:pPr>
    </w:lvl>
    <w:lvl w:ilvl="3">
      <w:start w:val="1"/>
      <w:numFmt w:val="bullet"/>
      <w:lvlText w:val="•"/>
      <w:lvlJc w:val="left"/>
      <w:pPr>
        <w:ind w:left="3036" w:hanging="263"/>
      </w:pPr>
    </w:lvl>
    <w:lvl w:ilvl="4">
      <w:start w:val="1"/>
      <w:numFmt w:val="bullet"/>
      <w:lvlText w:val="•"/>
      <w:lvlJc w:val="left"/>
      <w:pPr>
        <w:ind w:left="4028" w:hanging="263"/>
      </w:pPr>
    </w:lvl>
    <w:lvl w:ilvl="5">
      <w:start w:val="1"/>
      <w:numFmt w:val="bullet"/>
      <w:lvlText w:val="•"/>
      <w:lvlJc w:val="left"/>
      <w:pPr>
        <w:ind w:left="5020" w:hanging="264"/>
      </w:pPr>
    </w:lvl>
    <w:lvl w:ilvl="6">
      <w:start w:val="1"/>
      <w:numFmt w:val="bullet"/>
      <w:lvlText w:val="•"/>
      <w:lvlJc w:val="left"/>
      <w:pPr>
        <w:ind w:left="6012" w:hanging="262"/>
      </w:pPr>
    </w:lvl>
    <w:lvl w:ilvl="7">
      <w:start w:val="1"/>
      <w:numFmt w:val="bullet"/>
      <w:lvlText w:val="•"/>
      <w:lvlJc w:val="left"/>
      <w:pPr>
        <w:ind w:left="7004" w:hanging="264"/>
      </w:pPr>
    </w:lvl>
    <w:lvl w:ilvl="8">
      <w:start w:val="1"/>
      <w:numFmt w:val="bullet"/>
      <w:lvlText w:val="•"/>
      <w:lvlJc w:val="left"/>
      <w:pPr>
        <w:ind w:left="7996" w:hanging="264"/>
      </w:pPr>
    </w:lvl>
  </w:abstractNum>
  <w:abstractNum w:abstractNumId="2">
    <w:nsid w:val="352878E4"/>
    <w:multiLevelType w:val="multilevel"/>
    <w:tmpl w:val="2B26DC02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889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1609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329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049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3769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4489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209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5929" w:hanging="360"/>
      </w:pPr>
      <w:rPr>
        <w:rFonts w:ascii="Noto Sans Symbols" w:eastAsia="Times New Roman" w:hAnsi="Noto Sans Symbols"/>
      </w:rPr>
    </w:lvl>
  </w:abstractNum>
  <w:abstractNum w:abstractNumId="3">
    <w:nsid w:val="5DE15D49"/>
    <w:multiLevelType w:val="multilevel"/>
    <w:tmpl w:val="11B0F2CA"/>
    <w:lvl w:ilvl="0">
      <w:start w:val="1"/>
      <w:numFmt w:val="decimal"/>
      <w:lvlText w:val="%1."/>
      <w:lvlJc w:val="left"/>
      <w:pPr>
        <w:ind w:left="211" w:hanging="274"/>
      </w:pPr>
      <w:rPr>
        <w:rFonts w:ascii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96" w:hanging="274"/>
      </w:pPr>
    </w:lvl>
    <w:lvl w:ilvl="2">
      <w:start w:val="1"/>
      <w:numFmt w:val="bullet"/>
      <w:lvlText w:val="•"/>
      <w:lvlJc w:val="left"/>
      <w:pPr>
        <w:ind w:left="2172" w:hanging="274"/>
      </w:pPr>
    </w:lvl>
    <w:lvl w:ilvl="3">
      <w:start w:val="1"/>
      <w:numFmt w:val="bullet"/>
      <w:lvlText w:val="•"/>
      <w:lvlJc w:val="left"/>
      <w:pPr>
        <w:ind w:left="3148" w:hanging="273"/>
      </w:pPr>
    </w:lvl>
    <w:lvl w:ilvl="4">
      <w:start w:val="1"/>
      <w:numFmt w:val="bullet"/>
      <w:lvlText w:val="•"/>
      <w:lvlJc w:val="left"/>
      <w:pPr>
        <w:ind w:left="4124" w:hanging="274"/>
      </w:pPr>
    </w:lvl>
    <w:lvl w:ilvl="5">
      <w:start w:val="1"/>
      <w:numFmt w:val="bullet"/>
      <w:lvlText w:val="•"/>
      <w:lvlJc w:val="left"/>
      <w:pPr>
        <w:ind w:left="5100" w:hanging="274"/>
      </w:pPr>
    </w:lvl>
    <w:lvl w:ilvl="6">
      <w:start w:val="1"/>
      <w:numFmt w:val="bullet"/>
      <w:lvlText w:val="•"/>
      <w:lvlJc w:val="left"/>
      <w:pPr>
        <w:ind w:left="6076" w:hanging="274"/>
      </w:pPr>
    </w:lvl>
    <w:lvl w:ilvl="7">
      <w:start w:val="1"/>
      <w:numFmt w:val="bullet"/>
      <w:lvlText w:val="•"/>
      <w:lvlJc w:val="left"/>
      <w:pPr>
        <w:ind w:left="7052" w:hanging="272"/>
      </w:pPr>
    </w:lvl>
    <w:lvl w:ilvl="8">
      <w:start w:val="1"/>
      <w:numFmt w:val="bullet"/>
      <w:lvlText w:val="•"/>
      <w:lvlJc w:val="left"/>
      <w:pPr>
        <w:ind w:left="8028" w:hanging="274"/>
      </w:pPr>
    </w:lvl>
  </w:abstractNum>
  <w:abstractNum w:abstractNumId="4">
    <w:nsid w:val="60F26473"/>
    <w:multiLevelType w:val="multilevel"/>
    <w:tmpl w:val="B71052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5">
    <w:nsid w:val="6BB96C5D"/>
    <w:multiLevelType w:val="multilevel"/>
    <w:tmpl w:val="132844A8"/>
    <w:lvl w:ilvl="0">
      <w:start w:val="1"/>
      <w:numFmt w:val="decimal"/>
      <w:lvlText w:val="%1."/>
      <w:lvlJc w:val="left"/>
      <w:rPr>
        <w:rFonts w:ascii="Times New Roman" w:eastAsia="Times New Roman" w:hAnsi="Times New Roman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6">
    <w:nsid w:val="6D040A36"/>
    <w:multiLevelType w:val="multilevel"/>
    <w:tmpl w:val="CE704E66"/>
    <w:lvl w:ilvl="0">
      <w:start w:val="1"/>
      <w:numFmt w:val="bullet"/>
      <w:lvlText w:val="-"/>
      <w:lvlJc w:val="left"/>
      <w:pPr>
        <w:ind w:left="69" w:hanging="264"/>
      </w:pPr>
      <w:rPr>
        <w:rFonts w:ascii="Arial MT" w:eastAsia="Times New Roman" w:hAnsi="Arial MT"/>
        <w:sz w:val="24"/>
        <w:szCs w:val="24"/>
      </w:rPr>
    </w:lvl>
    <w:lvl w:ilvl="1">
      <w:start w:val="1"/>
      <w:numFmt w:val="bullet"/>
      <w:lvlText w:val="•"/>
      <w:lvlJc w:val="left"/>
      <w:pPr>
        <w:ind w:left="1052" w:hanging="263"/>
      </w:pPr>
    </w:lvl>
    <w:lvl w:ilvl="2">
      <w:start w:val="1"/>
      <w:numFmt w:val="bullet"/>
      <w:lvlText w:val="•"/>
      <w:lvlJc w:val="left"/>
      <w:pPr>
        <w:ind w:left="2044" w:hanging="264"/>
      </w:pPr>
    </w:lvl>
    <w:lvl w:ilvl="3">
      <w:start w:val="1"/>
      <w:numFmt w:val="bullet"/>
      <w:lvlText w:val="•"/>
      <w:lvlJc w:val="left"/>
      <w:pPr>
        <w:ind w:left="3036" w:hanging="263"/>
      </w:pPr>
    </w:lvl>
    <w:lvl w:ilvl="4">
      <w:start w:val="1"/>
      <w:numFmt w:val="bullet"/>
      <w:lvlText w:val="•"/>
      <w:lvlJc w:val="left"/>
      <w:pPr>
        <w:ind w:left="4028" w:hanging="263"/>
      </w:pPr>
    </w:lvl>
    <w:lvl w:ilvl="5">
      <w:start w:val="1"/>
      <w:numFmt w:val="bullet"/>
      <w:lvlText w:val="•"/>
      <w:lvlJc w:val="left"/>
      <w:pPr>
        <w:ind w:left="5020" w:hanging="264"/>
      </w:pPr>
    </w:lvl>
    <w:lvl w:ilvl="6">
      <w:start w:val="1"/>
      <w:numFmt w:val="bullet"/>
      <w:lvlText w:val="•"/>
      <w:lvlJc w:val="left"/>
      <w:pPr>
        <w:ind w:left="6012" w:hanging="262"/>
      </w:pPr>
    </w:lvl>
    <w:lvl w:ilvl="7">
      <w:start w:val="1"/>
      <w:numFmt w:val="bullet"/>
      <w:lvlText w:val="•"/>
      <w:lvlJc w:val="left"/>
      <w:pPr>
        <w:ind w:left="7004" w:hanging="264"/>
      </w:pPr>
    </w:lvl>
    <w:lvl w:ilvl="8">
      <w:start w:val="1"/>
      <w:numFmt w:val="bullet"/>
      <w:lvlText w:val="•"/>
      <w:lvlJc w:val="left"/>
      <w:pPr>
        <w:ind w:left="7996" w:hanging="264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CCB"/>
    <w:rsid w:val="0000704A"/>
    <w:rsid w:val="000D06A6"/>
    <w:rsid w:val="001B7E34"/>
    <w:rsid w:val="002006A6"/>
    <w:rsid w:val="003757DF"/>
    <w:rsid w:val="004B3915"/>
    <w:rsid w:val="00500AB5"/>
    <w:rsid w:val="00560570"/>
    <w:rsid w:val="00584F45"/>
    <w:rsid w:val="00630FE8"/>
    <w:rsid w:val="006E649C"/>
    <w:rsid w:val="008537E7"/>
    <w:rsid w:val="009007B9"/>
    <w:rsid w:val="00910566"/>
    <w:rsid w:val="00972CF5"/>
    <w:rsid w:val="00A25768"/>
    <w:rsid w:val="00BF4598"/>
    <w:rsid w:val="00BF6CCB"/>
    <w:rsid w:val="00DE0A54"/>
    <w:rsid w:val="00EF0866"/>
    <w:rsid w:val="00F2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F45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4F45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84F45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84F45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84F45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84F45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84F45"/>
    <w:pPr>
      <w:keepNext/>
      <w:keepLines/>
      <w:spacing w:before="200" w:after="40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6C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06C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06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06C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06C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06C9"/>
    <w:rPr>
      <w:rFonts w:asciiTheme="minorHAnsi" w:eastAsiaTheme="minorEastAsia" w:hAnsiTheme="minorHAnsi" w:cstheme="minorBidi"/>
      <w:b/>
      <w:bCs/>
    </w:rPr>
  </w:style>
  <w:style w:type="table" w:customStyle="1" w:styleId="TableNormal1">
    <w:name w:val="Table Normal1"/>
    <w:uiPriority w:val="99"/>
    <w:rsid w:val="00584F45"/>
    <w:pPr>
      <w:widowControl w:val="0"/>
    </w:pPr>
    <w:rPr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584F45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506C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584F45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E506C9"/>
    <w:rPr>
      <w:rFonts w:asciiTheme="majorHAnsi" w:eastAsiaTheme="majorEastAsia" w:hAnsiTheme="majorHAnsi" w:cstheme="majorBidi"/>
      <w:sz w:val="24"/>
      <w:szCs w:val="24"/>
    </w:rPr>
  </w:style>
  <w:style w:type="table" w:customStyle="1" w:styleId="a">
    <w:name w:val="Стиль"/>
    <w:basedOn w:val="TableNormal1"/>
    <w:uiPriority w:val="99"/>
    <w:rsid w:val="00584F45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2">
    <w:name w:val="Стиль2"/>
    <w:basedOn w:val="TableNormal1"/>
    <w:uiPriority w:val="99"/>
    <w:rsid w:val="00584F45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1">
    <w:name w:val="Стиль1"/>
    <w:basedOn w:val="TableNormal1"/>
    <w:uiPriority w:val="99"/>
    <w:rsid w:val="00584F45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paragraph" w:styleId="Footer">
    <w:name w:val="footer"/>
    <w:basedOn w:val="Normal"/>
    <w:link w:val="FooterChar"/>
    <w:uiPriority w:val="99"/>
    <w:rsid w:val="004B39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B3915"/>
  </w:style>
  <w:style w:type="paragraph" w:styleId="Header">
    <w:name w:val="header"/>
    <w:basedOn w:val="Normal"/>
    <w:link w:val="HeaderChar"/>
    <w:uiPriority w:val="99"/>
    <w:rsid w:val="004B391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B3915"/>
  </w:style>
  <w:style w:type="paragraph" w:styleId="ListParagraph">
    <w:name w:val="List Paragraph"/>
    <w:basedOn w:val="Normal"/>
    <w:uiPriority w:val="99"/>
    <w:qFormat/>
    <w:rsid w:val="004B3915"/>
    <w:pPr>
      <w:ind w:left="720"/>
    </w:pPr>
  </w:style>
  <w:style w:type="paragraph" w:styleId="NormalWeb">
    <w:name w:val="Normal (Web)"/>
    <w:basedOn w:val="Normal"/>
    <w:uiPriority w:val="99"/>
    <w:semiHidden/>
    <w:rsid w:val="00BF4598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uiPriority w:val="99"/>
    <w:rsid w:val="00BF4598"/>
  </w:style>
  <w:style w:type="character" w:customStyle="1" w:styleId="FontStyle140">
    <w:name w:val="Font Style140"/>
    <w:basedOn w:val="DefaultParagraphFont"/>
    <w:uiPriority w:val="99"/>
    <w:rsid w:val="008537E7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2">
    <w:name w:val="Font Style142"/>
    <w:basedOn w:val="DefaultParagraphFont"/>
    <w:uiPriority w:val="99"/>
    <w:rsid w:val="008537E7"/>
    <w:rPr>
      <w:rFonts w:ascii="Times New Roman" w:hAnsi="Times New Roman" w:cs="Times New Roman"/>
      <w:sz w:val="26"/>
      <w:szCs w:val="26"/>
    </w:rPr>
  </w:style>
  <w:style w:type="paragraph" w:customStyle="1" w:styleId="Style39">
    <w:name w:val="Style39"/>
    <w:basedOn w:val="Normal"/>
    <w:uiPriority w:val="99"/>
    <w:rsid w:val="00DE0A54"/>
    <w:pPr>
      <w:autoSpaceDE w:val="0"/>
      <w:autoSpaceDN w:val="0"/>
      <w:adjustRightInd w:val="0"/>
      <w:spacing w:line="355" w:lineRule="exact"/>
      <w:ind w:hanging="389"/>
    </w:pPr>
    <w:rPr>
      <w:sz w:val="24"/>
      <w:szCs w:val="24"/>
    </w:rPr>
  </w:style>
  <w:style w:type="paragraph" w:customStyle="1" w:styleId="TableParagraph">
    <w:name w:val="Table Paragraph"/>
    <w:basedOn w:val="Normal"/>
    <w:uiPriority w:val="99"/>
    <w:rsid w:val="00DE0A54"/>
    <w:pPr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91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185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1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1857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13</Pages>
  <Words>2473</Words>
  <Characters>14100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Алекс. Котляров</dc:creator>
  <cp:keywords/>
  <dc:description/>
  <cp:lastModifiedBy>User</cp:lastModifiedBy>
  <cp:revision>3</cp:revision>
  <dcterms:created xsi:type="dcterms:W3CDTF">2023-07-03T10:47:00Z</dcterms:created>
  <dcterms:modified xsi:type="dcterms:W3CDTF">2023-09-10T17:59:00Z</dcterms:modified>
</cp:coreProperties>
</file>